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C3726" w14:textId="51F0A3F0" w:rsidR="001405A7" w:rsidRPr="00F375F0" w:rsidRDefault="004F370C" w:rsidP="00F375F0">
      <w:pPr>
        <w:rPr>
          <w:rFonts w:cstheme="minorHAnsi"/>
        </w:rPr>
      </w:pPr>
      <w:r w:rsidRPr="004F370C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525DE6" wp14:editId="7BE8F6F3">
                <wp:simplePos x="0" y="0"/>
                <wp:positionH relativeFrom="page">
                  <wp:align>right</wp:align>
                </wp:positionH>
                <wp:positionV relativeFrom="paragraph">
                  <wp:posOffset>-1372036</wp:posOffset>
                </wp:positionV>
                <wp:extent cx="1832638" cy="873457"/>
                <wp:effectExtent l="0" t="0" r="0" b="317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2638" cy="8734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42A24" w14:textId="77777777" w:rsidR="00D11A3D" w:rsidRDefault="00D11A3D">
                            <w:pPr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3.1pt;margin-top:-108.05pt;width:144.3pt;height:68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" stroked="f">
                <v:textbox>
                  <w:txbxContent>
                    <w:p w:rsidR="00D11A3D" w:rsidRDefault="00D11A3D"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757E9">
        <w:rPr>
          <w:rFonts w:ascii="Times New Roman" w:hAnsi="Times New Roman" w:cs="Times New Roman"/>
          <w:sz w:val="24"/>
          <w:szCs w:val="24"/>
        </w:rPr>
        <w:tab/>
      </w:r>
      <w:r w:rsidR="009757E9">
        <w:rPr>
          <w:rFonts w:ascii="Times New Roman" w:hAnsi="Times New Roman" w:cs="Times New Roman"/>
          <w:sz w:val="24"/>
          <w:szCs w:val="24"/>
        </w:rPr>
        <w:tab/>
      </w:r>
      <w:r w:rsidR="00B425B2" w:rsidRPr="00702079">
        <w:rPr>
          <w:rFonts w:cstheme="minorHAnsi"/>
        </w:rPr>
        <w:t xml:space="preserve">                              </w:t>
      </w:r>
      <w:r w:rsidR="00F375F0">
        <w:rPr>
          <w:rFonts w:cstheme="minorHAnsi"/>
        </w:rPr>
        <w:t xml:space="preserve">                             </w:t>
      </w:r>
      <w:r w:rsidR="009757E9" w:rsidRPr="00702079">
        <w:rPr>
          <w:rFonts w:cstheme="minorHAnsi"/>
        </w:rPr>
        <w:tab/>
      </w:r>
      <w:r w:rsidR="00F375F0">
        <w:rPr>
          <w:rFonts w:cstheme="minorHAnsi"/>
        </w:rPr>
        <w:tab/>
      </w:r>
    </w:p>
    <w:p w14:paraId="30CCA152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center"/>
        <w:rPr>
          <w:rFonts w:eastAsia="MSTT31f280fb10o190080S00" w:cstheme="minorHAnsi"/>
          <w:b/>
          <w:lang w:eastAsia="pl-PL"/>
        </w:rPr>
      </w:pPr>
    </w:p>
    <w:p w14:paraId="35558BA6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center"/>
        <w:rPr>
          <w:rFonts w:eastAsia="MSTT31f280fb10o190080S00" w:cstheme="minorHAnsi"/>
          <w:b/>
          <w:lang w:eastAsia="pl-PL"/>
        </w:rPr>
      </w:pPr>
      <w:r w:rsidRPr="00702079">
        <w:rPr>
          <w:rFonts w:eastAsia="MSTT31f280fb10o190080S00" w:cstheme="minorHAnsi"/>
          <w:b/>
          <w:lang w:eastAsia="pl-PL"/>
        </w:rPr>
        <w:t>FORMULARZ OFERTY</w:t>
      </w:r>
    </w:p>
    <w:p w14:paraId="2DDB365F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190080S00" w:cstheme="minorHAnsi"/>
          <w:lang w:eastAsia="pl-PL"/>
        </w:rPr>
      </w:pPr>
    </w:p>
    <w:p w14:paraId="4DC1B6E6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09088S00" w:cstheme="minorHAnsi"/>
          <w:lang w:eastAsia="pl-PL"/>
        </w:rPr>
      </w:pPr>
    </w:p>
    <w:p w14:paraId="1B926DF9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09088S00" w:cstheme="minorHAnsi"/>
          <w:lang w:eastAsia="pl-PL"/>
        </w:rPr>
      </w:pPr>
    </w:p>
    <w:p w14:paraId="5B91A9D2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09088S00" w:cstheme="minorHAnsi"/>
          <w:b/>
          <w:lang w:eastAsia="pl-PL"/>
        </w:rPr>
      </w:pPr>
      <w:r w:rsidRPr="00702079">
        <w:rPr>
          <w:rFonts w:eastAsia="MSTT31f280fb10o209088S00" w:cstheme="minorHAnsi"/>
          <w:b/>
          <w:lang w:eastAsia="pl-PL"/>
        </w:rPr>
        <w:t xml:space="preserve">I. </w:t>
      </w:r>
      <w:r w:rsidRPr="00702079">
        <w:rPr>
          <w:rFonts w:eastAsia="MSTT31f280fb10o228096S00" w:cstheme="minorHAnsi"/>
          <w:b/>
          <w:lang w:eastAsia="pl-PL"/>
        </w:rPr>
        <w:t>Nazwa i adres ZAMAWIAJĄCEGO:</w:t>
      </w:r>
    </w:p>
    <w:p w14:paraId="7E2CB840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Łódzka Wojewódzka Komenda Ochotniczych Hufców Pracy</w:t>
      </w:r>
    </w:p>
    <w:p w14:paraId="14A55CB9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90-203, ul. Pomorska 41</w:t>
      </w:r>
    </w:p>
    <w:p w14:paraId="26E2E739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val="en-US" w:eastAsia="pl-PL"/>
        </w:rPr>
      </w:pPr>
      <w:proofErr w:type="spellStart"/>
      <w:r w:rsidRPr="00702079">
        <w:rPr>
          <w:rFonts w:eastAsia="MSTT31f280fb10o228096S00" w:cstheme="minorHAnsi"/>
          <w:lang w:val="en-US" w:eastAsia="pl-PL"/>
        </w:rPr>
        <w:t>Regon</w:t>
      </w:r>
      <w:proofErr w:type="spellEnd"/>
      <w:r w:rsidRPr="00702079">
        <w:rPr>
          <w:rFonts w:eastAsia="MSTT31f280fb10o228096S00" w:cstheme="minorHAnsi"/>
          <w:lang w:val="en-US" w:eastAsia="pl-PL"/>
        </w:rPr>
        <w:t>: 001036879</w:t>
      </w:r>
    </w:p>
    <w:p w14:paraId="69CD2A28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val="en-US" w:eastAsia="pl-PL"/>
        </w:rPr>
      </w:pPr>
      <w:r w:rsidRPr="00702079">
        <w:rPr>
          <w:rFonts w:eastAsia="MSTT31f280fb10o228096S00" w:cstheme="minorHAnsi"/>
          <w:lang w:val="en-US" w:eastAsia="pl-PL"/>
        </w:rPr>
        <w:t>NIP: 725-138-92-69</w:t>
      </w:r>
    </w:p>
    <w:p w14:paraId="7ED72010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val="en-US" w:eastAsia="pl-PL"/>
        </w:rPr>
      </w:pPr>
      <w:r w:rsidRPr="00702079">
        <w:rPr>
          <w:rFonts w:eastAsia="MSTT31f280fb10o228096S00" w:cstheme="minorHAnsi"/>
          <w:lang w:val="en-US" w:eastAsia="pl-PL"/>
        </w:rPr>
        <w:t xml:space="preserve">tel./fax: (042) 636 54 37 </w:t>
      </w:r>
    </w:p>
    <w:p w14:paraId="1DF5F65B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val="en-US" w:eastAsia="pl-PL"/>
        </w:rPr>
      </w:pPr>
      <w:r w:rsidRPr="00702079">
        <w:rPr>
          <w:rFonts w:eastAsia="MSTT31f280fb10o228096S00" w:cstheme="minorHAnsi"/>
          <w:lang w:val="en-US" w:eastAsia="pl-PL"/>
        </w:rPr>
        <w:t>mail: lodzka@ohp.pl</w:t>
      </w:r>
    </w:p>
    <w:p w14:paraId="7FF8D44D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09088S00" w:cstheme="minorHAnsi"/>
          <w:b/>
          <w:lang w:val="en-US" w:eastAsia="pl-PL"/>
        </w:rPr>
      </w:pPr>
    </w:p>
    <w:p w14:paraId="07F5869C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09088S00" w:cstheme="minorHAnsi"/>
          <w:b/>
          <w:lang w:eastAsia="pl-PL"/>
        </w:rPr>
      </w:pPr>
      <w:r w:rsidRPr="00702079">
        <w:rPr>
          <w:rFonts w:eastAsia="MSTT31f280fb10o209088S00" w:cstheme="minorHAnsi"/>
          <w:b/>
          <w:lang w:eastAsia="pl-PL"/>
        </w:rPr>
        <w:t>II. WYKONAWCA:</w:t>
      </w:r>
    </w:p>
    <w:p w14:paraId="7139D33B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Niniejsza oferta zostaje złożona przez:</w:t>
      </w:r>
    </w:p>
    <w:p w14:paraId="52695FFD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Nazwa Wykonawcy:</w:t>
      </w:r>
    </w:p>
    <w:p w14:paraId="2F9459EF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4AE450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Adres:</w:t>
      </w:r>
      <w:r w:rsidRPr="00702079">
        <w:rPr>
          <w:rFonts w:eastAsia="MSTT31f280fb10o228096S00" w:cstheme="minorHAnsi"/>
          <w:lang w:eastAsia="pl-PL"/>
        </w:rPr>
        <w:tab/>
        <w:t>………………………………………………………………………………………..……………………</w:t>
      </w:r>
    </w:p>
    <w:p w14:paraId="7925BDA1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REGON:…………………………………………………………………………………………………………….</w:t>
      </w:r>
    </w:p>
    <w:p w14:paraId="37E8D142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NIP: ………………………………………………………………………………………..………………………..</w:t>
      </w:r>
    </w:p>
    <w:p w14:paraId="79B0AFE8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Tel…………………………………………………………………………………………………………………...</w:t>
      </w:r>
    </w:p>
    <w:p w14:paraId="0A595CCF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mail:…………………………………………………………………………………………..……………………...</w:t>
      </w:r>
    </w:p>
    <w:p w14:paraId="214A18B0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28096S00" w:cstheme="minorHAnsi"/>
          <w:lang w:eastAsia="pl-PL"/>
        </w:rPr>
      </w:pPr>
    </w:p>
    <w:p w14:paraId="32A1E736" w14:textId="4D43E26C" w:rsidR="00955694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W odpowiedzi na zapytanie ofertowe pn</w:t>
      </w:r>
      <w:bookmarkStart w:id="0" w:name="_Hlk123551168"/>
      <w:r w:rsidRPr="00702079">
        <w:rPr>
          <w:rFonts w:eastAsia="MSTT31f280fb10o228096S00" w:cstheme="minorHAnsi"/>
          <w:lang w:eastAsia="pl-PL"/>
        </w:rPr>
        <w:t>.</w:t>
      </w:r>
    </w:p>
    <w:p w14:paraId="405231E9" w14:textId="77777777" w:rsidR="006621E5" w:rsidRPr="00702079" w:rsidRDefault="006621E5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0FCB3453" w14:textId="77777777" w:rsidR="00D7294C" w:rsidRDefault="00955694" w:rsidP="009106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i/>
        </w:rPr>
      </w:pPr>
      <w:r w:rsidRPr="00702079">
        <w:rPr>
          <w:rFonts w:cstheme="minorHAnsi"/>
          <w:i/>
        </w:rPr>
        <w:t xml:space="preserve"> </w:t>
      </w:r>
    </w:p>
    <w:p w14:paraId="082FE334" w14:textId="2408911D" w:rsidR="0091061D" w:rsidRPr="00702079" w:rsidRDefault="00D7294C" w:rsidP="009106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Cs/>
          <w:i/>
          <w:iCs/>
        </w:rPr>
      </w:pPr>
      <w:r>
        <w:rPr>
          <w:rFonts w:cstheme="minorHAnsi"/>
          <w:i/>
        </w:rPr>
        <w:t>Ś</w:t>
      </w:r>
      <w:r w:rsidRPr="00D7294C">
        <w:rPr>
          <w:rFonts w:cstheme="minorHAnsi"/>
          <w:i/>
        </w:rPr>
        <w:t>wiadczenie usług medycznych w zakresie medycyny pracy dla pracowników i kandydatów na pracowników w Łódzkiej Wojewódzkiej Komendzie Ochotniczych Hufców Pracy w Łodzi polegających na wykonaniu profilaktycznych badań lekarskich  (wstępnych, okresowych i kontrolnych) wraz wydaniem przez lekarza medycyny pracy zaświadczenia o zdolności do pracy na określonym stanowisku, zdolności do prowadzenia samochodu w ramach obowiązków służbowych oraz potrzebie stosowania okularów korekcyjnych na stanowisku pracy w przypadku zawarcia potrzeby wykonania takiego poszerzonego zakresu badań w skierowaniu na badania wystawionym przez Zamawiającego</w:t>
      </w:r>
      <w:r>
        <w:rPr>
          <w:rFonts w:cstheme="minorHAnsi"/>
          <w:i/>
        </w:rPr>
        <w:t xml:space="preserve">. </w:t>
      </w:r>
      <w:bookmarkEnd w:id="0"/>
    </w:p>
    <w:p w14:paraId="302BFA8A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i/>
          <w:lang w:eastAsia="pl-PL"/>
        </w:rPr>
      </w:pPr>
    </w:p>
    <w:p w14:paraId="22373FE6" w14:textId="0F4EB2D9" w:rsidR="00955694" w:rsidRDefault="00955694" w:rsidP="001405A7">
      <w:pPr>
        <w:autoSpaceDE w:val="0"/>
        <w:autoSpaceDN w:val="0"/>
        <w:adjustRightInd w:val="0"/>
        <w:spacing w:after="0" w:line="240" w:lineRule="auto"/>
        <w:rPr>
          <w:rFonts w:eastAsia="MSTT31f280fb10o209088S00" w:cstheme="minorHAnsi"/>
          <w:b/>
          <w:lang w:eastAsia="pl-PL"/>
        </w:rPr>
      </w:pPr>
    </w:p>
    <w:p w14:paraId="592FF710" w14:textId="77777777" w:rsidR="00D25EE4" w:rsidRPr="00702079" w:rsidRDefault="00D25EE4" w:rsidP="001405A7">
      <w:pPr>
        <w:autoSpaceDE w:val="0"/>
        <w:autoSpaceDN w:val="0"/>
        <w:adjustRightInd w:val="0"/>
        <w:spacing w:after="0" w:line="240" w:lineRule="auto"/>
        <w:rPr>
          <w:rFonts w:eastAsia="MSTT31f280fb10o209088S00" w:cstheme="minorHAnsi"/>
          <w:b/>
          <w:lang w:eastAsia="pl-PL"/>
        </w:rPr>
      </w:pPr>
      <w:bookmarkStart w:id="1" w:name="_GoBack"/>
      <w:bookmarkEnd w:id="1"/>
    </w:p>
    <w:p w14:paraId="3C9B2423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280fb10o209088S00" w:cstheme="minorHAnsi"/>
          <w:b/>
          <w:lang w:eastAsia="pl-PL"/>
        </w:rPr>
      </w:pPr>
      <w:r w:rsidRPr="00702079">
        <w:rPr>
          <w:rFonts w:eastAsia="MSTT31f280fb10o209088S00" w:cstheme="minorHAnsi"/>
          <w:b/>
          <w:lang w:eastAsia="pl-PL"/>
        </w:rPr>
        <w:lastRenderedPageBreak/>
        <w:t xml:space="preserve">Oświadczam, że: </w:t>
      </w:r>
    </w:p>
    <w:p w14:paraId="26C6146E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09088S00" w:cstheme="minorHAnsi"/>
          <w:b/>
          <w:lang w:eastAsia="pl-PL"/>
        </w:rPr>
      </w:pPr>
    </w:p>
    <w:p w14:paraId="180A7EE7" w14:textId="77777777" w:rsidR="001405A7" w:rsidRPr="00702079" w:rsidRDefault="001405A7" w:rsidP="001405A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Zapoznałem się z treścią zapytania dla niniejszego zamówienia i akceptuję</w:t>
      </w:r>
      <w:r w:rsidRPr="00702079">
        <w:rPr>
          <w:rFonts w:eastAsia="MSTT31f280fb10o228096S00" w:cstheme="minorHAnsi"/>
          <w:lang w:eastAsia="pl-PL"/>
        </w:rPr>
        <w:br/>
        <w:t>w całości  wszyst</w:t>
      </w:r>
      <w:r w:rsidR="003A513B" w:rsidRPr="00702079">
        <w:rPr>
          <w:rFonts w:eastAsia="MSTT31f280fb10o228096S00" w:cstheme="minorHAnsi"/>
          <w:lang w:eastAsia="pl-PL"/>
        </w:rPr>
        <w:t>kie warunki zawarte w zapytaniu ofertowym</w:t>
      </w:r>
      <w:r w:rsidRPr="00702079">
        <w:rPr>
          <w:rFonts w:eastAsia="MSTT31f280fb10o228096S00" w:cstheme="minorHAnsi"/>
          <w:lang w:eastAsia="pl-PL"/>
        </w:rPr>
        <w:t>.</w:t>
      </w:r>
    </w:p>
    <w:p w14:paraId="65B32D92" w14:textId="77777777" w:rsidR="001405A7" w:rsidRPr="00702079" w:rsidRDefault="001405A7" w:rsidP="001405A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Gwarantuję wykonanie całości niniejszego zamówienia zgodnie z treścią zapytania ofertowego, zapisami SOPZ i na warunkach określonych w umowie.</w:t>
      </w:r>
    </w:p>
    <w:p w14:paraId="25E82916" w14:textId="52FD9310" w:rsidR="001405A7" w:rsidRPr="00702079" w:rsidRDefault="001405A7" w:rsidP="001405A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>Oświ</w:t>
      </w:r>
      <w:r w:rsidR="00A96DED">
        <w:rPr>
          <w:rFonts w:eastAsia="MSTT31f280fb10o228096S00" w:cstheme="minorHAnsi"/>
          <w:lang w:eastAsia="pl-PL"/>
        </w:rPr>
        <w:t xml:space="preserve">adczam, że poniższe ceny </w:t>
      </w:r>
      <w:r w:rsidRPr="00702079">
        <w:rPr>
          <w:rFonts w:eastAsia="MSTT31f280fb10o228096S00" w:cstheme="minorHAnsi"/>
          <w:lang w:eastAsia="pl-PL"/>
        </w:rPr>
        <w:t>zawierają wszystkie koszty, jakie ponosi Zamawiający w przypadku wyboru niniejszej oferty.</w:t>
      </w:r>
    </w:p>
    <w:p w14:paraId="567CEBCF" w14:textId="77777777" w:rsidR="001405A7" w:rsidRPr="00702079" w:rsidRDefault="001405A7" w:rsidP="001405A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 xml:space="preserve">Niniejsza oferta jest ważna przez 30 dni, od  upływu  terminu  przewidzianego </w:t>
      </w:r>
      <w:r w:rsidRPr="00702079">
        <w:rPr>
          <w:rFonts w:eastAsia="MSTT31f280fb10o228096S00" w:cstheme="minorHAnsi"/>
          <w:lang w:eastAsia="pl-PL"/>
        </w:rPr>
        <w:br/>
        <w:t>na złożenie ofert.</w:t>
      </w:r>
    </w:p>
    <w:p w14:paraId="116F5498" w14:textId="77777777" w:rsidR="001405A7" w:rsidRPr="00702079" w:rsidRDefault="001405A7" w:rsidP="001405A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 xml:space="preserve">Składam ofertę na wykonanie przedmiotu zamówienia w zakresie określonym </w:t>
      </w:r>
      <w:r w:rsidRPr="00702079">
        <w:rPr>
          <w:rFonts w:eastAsia="MSTT31f280fb10o228096S00" w:cstheme="minorHAnsi"/>
          <w:lang w:eastAsia="pl-PL"/>
        </w:rPr>
        <w:br/>
        <w:t>w zapytaniu ofertowym na następujących warunkach:</w:t>
      </w:r>
    </w:p>
    <w:p w14:paraId="770D1060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4B3A25D1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10C98EFB" w14:textId="77777777" w:rsidR="001405A7" w:rsidRPr="00D7294C" w:rsidRDefault="00955694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D7294C">
        <w:rPr>
          <w:rFonts w:eastAsia="MSTT31f280fb10o228096S00" w:cstheme="minorHAnsi"/>
          <w:lang w:eastAsia="pl-PL"/>
        </w:rPr>
        <w:t>a</w:t>
      </w:r>
      <w:r w:rsidR="001405A7" w:rsidRPr="00D7294C">
        <w:rPr>
          <w:rFonts w:eastAsia="MSTT31f280fb10o228096S00" w:cstheme="minorHAnsi"/>
          <w:lang w:eastAsia="pl-PL"/>
        </w:rPr>
        <w:t>.</w:t>
      </w:r>
      <w:r w:rsidR="001405A7" w:rsidRPr="00D7294C">
        <w:rPr>
          <w:rFonts w:eastAsia="MSTT31f280fb10o228096S00" w:cstheme="minorHAnsi"/>
          <w:lang w:eastAsia="pl-PL"/>
        </w:rPr>
        <w:tab/>
        <w:t>Oferuję świadczenie usług medycznych w zakresie profilaktycznych badań lekarskich (wstępnych, okresowych, kontrolnych) pracowników</w:t>
      </w:r>
      <w:r w:rsidR="005E5488" w:rsidRPr="00D7294C">
        <w:rPr>
          <w:rFonts w:eastAsia="MSTT31f280fb10o228096S00" w:cstheme="minorHAnsi"/>
          <w:lang w:eastAsia="pl-PL"/>
        </w:rPr>
        <w:t xml:space="preserve"> i kandydatów do pracy do</w:t>
      </w:r>
      <w:r w:rsidR="001405A7" w:rsidRPr="00D7294C">
        <w:rPr>
          <w:rFonts w:eastAsia="MSTT31f280fb10o228096S00" w:cstheme="minorHAnsi"/>
          <w:lang w:eastAsia="pl-PL"/>
        </w:rPr>
        <w:t xml:space="preserve"> Łódzkiej Wojewódzkiej Komendy Ochotniczych Hufców Pracy w Łodzi za łączne maksymalne wynagrod</w:t>
      </w:r>
      <w:r w:rsidR="00BD6094" w:rsidRPr="00D7294C">
        <w:rPr>
          <w:rFonts w:eastAsia="MSTT31f280fb10o228096S00" w:cstheme="minorHAnsi"/>
          <w:lang w:eastAsia="pl-PL"/>
        </w:rPr>
        <w:t xml:space="preserve">zenie </w:t>
      </w:r>
      <w:r w:rsidR="0038701F" w:rsidRPr="00D7294C">
        <w:rPr>
          <w:rFonts w:eastAsia="MSTT31f280fb10o228096S00" w:cstheme="minorHAnsi"/>
          <w:lang w:eastAsia="pl-PL"/>
        </w:rPr>
        <w:t xml:space="preserve"> </w:t>
      </w:r>
      <w:r w:rsidR="00BD6094" w:rsidRPr="00D7294C">
        <w:rPr>
          <w:rFonts w:eastAsia="MSTT31f280fb10o228096S00" w:cstheme="minorHAnsi"/>
          <w:lang w:eastAsia="pl-PL"/>
        </w:rPr>
        <w:t>(suma wartości całkowitej  z wierszy 1-4</w:t>
      </w:r>
      <w:r w:rsidR="001405A7" w:rsidRPr="00D7294C">
        <w:rPr>
          <w:rFonts w:eastAsia="MSTT31f280fb10o228096S00" w:cstheme="minorHAnsi"/>
          <w:lang w:eastAsia="pl-PL"/>
        </w:rPr>
        <w:t>) ……………… zł (słownie: …………………………………</w:t>
      </w:r>
      <w:r w:rsidR="005E5488" w:rsidRPr="00D7294C">
        <w:rPr>
          <w:rFonts w:eastAsia="MSTT31f280fb10o228096S00" w:cstheme="minorHAnsi"/>
          <w:lang w:eastAsia="pl-PL"/>
        </w:rPr>
        <w:t>….)</w:t>
      </w:r>
      <w:r w:rsidR="00BD6094" w:rsidRPr="00D7294C">
        <w:rPr>
          <w:rFonts w:eastAsia="MSTT31f280fb10o228096S00" w:cstheme="minorHAnsi"/>
          <w:lang w:eastAsia="pl-PL"/>
        </w:rPr>
        <w:t>.</w:t>
      </w:r>
    </w:p>
    <w:tbl>
      <w:tblPr>
        <w:tblStyle w:val="Tabela-Siatka"/>
        <w:tblW w:w="8080" w:type="dxa"/>
        <w:tblInd w:w="137" w:type="dxa"/>
        <w:tblLook w:val="04A0" w:firstRow="1" w:lastRow="0" w:firstColumn="1" w:lastColumn="0" w:noHBand="0" w:noVBand="1"/>
      </w:tblPr>
      <w:tblGrid>
        <w:gridCol w:w="495"/>
        <w:gridCol w:w="3457"/>
        <w:gridCol w:w="1210"/>
        <w:gridCol w:w="1364"/>
        <w:gridCol w:w="1554"/>
      </w:tblGrid>
      <w:tr w:rsidR="00455B73" w:rsidRPr="00D7294C" w14:paraId="49CC7AF7" w14:textId="77777777" w:rsidTr="00AD773F">
        <w:tc>
          <w:tcPr>
            <w:tcW w:w="495" w:type="dxa"/>
          </w:tcPr>
          <w:p w14:paraId="1F7EF4AC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>Lp.</w:t>
            </w:r>
          </w:p>
        </w:tc>
        <w:tc>
          <w:tcPr>
            <w:tcW w:w="3474" w:type="dxa"/>
          </w:tcPr>
          <w:p w14:paraId="647D3AE1" w14:textId="77777777" w:rsidR="00455B73" w:rsidRPr="00D7294C" w:rsidRDefault="00AD773F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>Badanie</w:t>
            </w:r>
          </w:p>
        </w:tc>
        <w:tc>
          <w:tcPr>
            <w:tcW w:w="1214" w:type="dxa"/>
          </w:tcPr>
          <w:p w14:paraId="3348C61F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>Ilość badań</w:t>
            </w:r>
          </w:p>
        </w:tc>
        <w:tc>
          <w:tcPr>
            <w:tcW w:w="1338" w:type="dxa"/>
          </w:tcPr>
          <w:p w14:paraId="09E55AD2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 xml:space="preserve">Cena jednostkowa </w:t>
            </w:r>
          </w:p>
        </w:tc>
        <w:tc>
          <w:tcPr>
            <w:tcW w:w="1559" w:type="dxa"/>
          </w:tcPr>
          <w:p w14:paraId="3ED9EFAC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 xml:space="preserve">Wartość całkowita </w:t>
            </w:r>
          </w:p>
        </w:tc>
      </w:tr>
      <w:tr w:rsidR="00455B73" w:rsidRPr="00D7294C" w14:paraId="16E14B1C" w14:textId="77777777" w:rsidTr="00AD773F">
        <w:tc>
          <w:tcPr>
            <w:tcW w:w="495" w:type="dxa"/>
          </w:tcPr>
          <w:p w14:paraId="44963BA2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>1.</w:t>
            </w:r>
          </w:p>
        </w:tc>
        <w:tc>
          <w:tcPr>
            <w:tcW w:w="3474" w:type="dxa"/>
          </w:tcPr>
          <w:p w14:paraId="527A90E3" w14:textId="77777777" w:rsidR="00455B73" w:rsidRPr="00D7294C" w:rsidRDefault="00AD773F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cstheme="minorHAnsi"/>
                <w:bCs/>
              </w:rPr>
              <w:t>Badanie podstawowe dla p</w:t>
            </w:r>
            <w:r w:rsidR="00455B73" w:rsidRPr="00D7294C">
              <w:rPr>
                <w:rFonts w:cstheme="minorHAnsi"/>
                <w:bCs/>
              </w:rPr>
              <w:t>racownik</w:t>
            </w:r>
            <w:r w:rsidRPr="00D7294C">
              <w:rPr>
                <w:rFonts w:cstheme="minorHAnsi"/>
                <w:bCs/>
              </w:rPr>
              <w:t>a administracyjno- biurowego</w:t>
            </w:r>
            <w:r w:rsidR="00455B73" w:rsidRPr="00D7294C">
              <w:rPr>
                <w:rFonts w:cstheme="minorHAnsi"/>
                <w:bCs/>
              </w:rPr>
              <w:t xml:space="preserve"> z obsługą komputera powyżej 4 h dziennie (badanie wstępne, okresowe, kontrolne)</w:t>
            </w:r>
          </w:p>
        </w:tc>
        <w:tc>
          <w:tcPr>
            <w:tcW w:w="1214" w:type="dxa"/>
          </w:tcPr>
          <w:p w14:paraId="431548E7" w14:textId="4B524B03" w:rsidR="00455B73" w:rsidRPr="00D7294C" w:rsidRDefault="00D7294C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>
              <w:rPr>
                <w:rFonts w:eastAsia="MSTT31f280fb10o228096S00" w:cstheme="minorHAnsi"/>
                <w:lang w:eastAsia="pl-PL"/>
              </w:rPr>
              <w:t>55</w:t>
            </w:r>
          </w:p>
        </w:tc>
        <w:tc>
          <w:tcPr>
            <w:tcW w:w="1338" w:type="dxa"/>
          </w:tcPr>
          <w:p w14:paraId="229AAA19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  <w:tc>
          <w:tcPr>
            <w:tcW w:w="1559" w:type="dxa"/>
          </w:tcPr>
          <w:p w14:paraId="227C554E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</w:tr>
      <w:tr w:rsidR="00455B73" w:rsidRPr="00D7294C" w14:paraId="529ACD88" w14:textId="77777777" w:rsidTr="00AD773F">
        <w:tc>
          <w:tcPr>
            <w:tcW w:w="495" w:type="dxa"/>
          </w:tcPr>
          <w:p w14:paraId="5C0B265F" w14:textId="77777777" w:rsidR="00455B73" w:rsidRPr="00D7294C" w:rsidRDefault="00E70ECF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>2</w:t>
            </w:r>
            <w:r w:rsidR="00455B73" w:rsidRPr="00D7294C">
              <w:rPr>
                <w:rFonts w:eastAsia="MSTT31f280fb10o228096S00" w:cstheme="minorHAnsi"/>
                <w:lang w:eastAsia="pl-PL"/>
              </w:rPr>
              <w:t>.</w:t>
            </w:r>
          </w:p>
        </w:tc>
        <w:tc>
          <w:tcPr>
            <w:tcW w:w="3474" w:type="dxa"/>
          </w:tcPr>
          <w:p w14:paraId="32CBE301" w14:textId="77777777" w:rsidR="00455B73" w:rsidRPr="00D7294C" w:rsidRDefault="00AD773F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cstheme="minorHAnsi"/>
                <w:bCs/>
              </w:rPr>
              <w:t>Badanie podstawowe dla p</w:t>
            </w:r>
            <w:r w:rsidR="00455B73" w:rsidRPr="00D7294C">
              <w:rPr>
                <w:rFonts w:cstheme="minorHAnsi"/>
                <w:bCs/>
              </w:rPr>
              <w:t>racownik</w:t>
            </w:r>
            <w:r w:rsidRPr="00D7294C">
              <w:rPr>
                <w:rFonts w:cstheme="minorHAnsi"/>
                <w:bCs/>
              </w:rPr>
              <w:t>a</w:t>
            </w:r>
            <w:r w:rsidR="00455B73" w:rsidRPr="00D7294C">
              <w:rPr>
                <w:rFonts w:cstheme="minorHAnsi"/>
                <w:bCs/>
              </w:rPr>
              <w:t xml:space="preserve"> na stanowisku kierowniczym ( osoba kierująca innymi pracownikami) z obsługą komputera powyżej 4 h dziennie (badanie wstępne, okresowe, kontrolne)</w:t>
            </w:r>
          </w:p>
        </w:tc>
        <w:tc>
          <w:tcPr>
            <w:tcW w:w="1214" w:type="dxa"/>
          </w:tcPr>
          <w:p w14:paraId="52D064B2" w14:textId="453A1940" w:rsidR="00455B73" w:rsidRPr="00D7294C" w:rsidRDefault="00D7294C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>
              <w:rPr>
                <w:rFonts w:eastAsia="MSTT31f280fb10o228096S00" w:cstheme="minorHAnsi"/>
                <w:lang w:eastAsia="pl-PL"/>
              </w:rPr>
              <w:t>10</w:t>
            </w:r>
          </w:p>
        </w:tc>
        <w:tc>
          <w:tcPr>
            <w:tcW w:w="1338" w:type="dxa"/>
          </w:tcPr>
          <w:p w14:paraId="1FB3D782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  <w:tc>
          <w:tcPr>
            <w:tcW w:w="1559" w:type="dxa"/>
          </w:tcPr>
          <w:p w14:paraId="515F5DB5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</w:tr>
      <w:tr w:rsidR="00455B73" w:rsidRPr="00D7294C" w14:paraId="4265F392" w14:textId="77777777" w:rsidTr="00AD773F">
        <w:tc>
          <w:tcPr>
            <w:tcW w:w="495" w:type="dxa"/>
          </w:tcPr>
          <w:p w14:paraId="17CBC003" w14:textId="77777777" w:rsidR="00455B73" w:rsidRPr="00D7294C" w:rsidRDefault="00E70ECF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>3</w:t>
            </w:r>
            <w:r w:rsidR="00455B73" w:rsidRPr="00D7294C">
              <w:rPr>
                <w:rFonts w:eastAsia="MSTT31f280fb10o228096S00" w:cstheme="minorHAnsi"/>
                <w:lang w:eastAsia="pl-PL"/>
              </w:rPr>
              <w:t>.</w:t>
            </w:r>
          </w:p>
        </w:tc>
        <w:tc>
          <w:tcPr>
            <w:tcW w:w="3474" w:type="dxa"/>
          </w:tcPr>
          <w:p w14:paraId="7E91F240" w14:textId="77777777" w:rsidR="00455B73" w:rsidRPr="00D7294C" w:rsidRDefault="00E70ECF" w:rsidP="00E70ECF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cstheme="minorHAnsi"/>
                <w:bCs/>
              </w:rPr>
              <w:t>Badania prowadzące do wpisu w orzeczeniu lekarskim o zdolności do prowadzenie samochodu w ramach obowiązków służbowych.</w:t>
            </w:r>
          </w:p>
        </w:tc>
        <w:tc>
          <w:tcPr>
            <w:tcW w:w="1214" w:type="dxa"/>
          </w:tcPr>
          <w:p w14:paraId="4007862C" w14:textId="2C29FC60" w:rsidR="00455B73" w:rsidRPr="00D7294C" w:rsidRDefault="00D7294C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>
              <w:rPr>
                <w:rFonts w:eastAsia="MSTT31f280fb10o228096S00" w:cstheme="minorHAnsi"/>
                <w:lang w:eastAsia="pl-PL"/>
              </w:rPr>
              <w:t>30</w:t>
            </w:r>
          </w:p>
        </w:tc>
        <w:tc>
          <w:tcPr>
            <w:tcW w:w="1338" w:type="dxa"/>
          </w:tcPr>
          <w:p w14:paraId="7BB328D0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  <w:tc>
          <w:tcPr>
            <w:tcW w:w="1559" w:type="dxa"/>
          </w:tcPr>
          <w:p w14:paraId="2331A3CF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</w:tr>
      <w:tr w:rsidR="00455B73" w:rsidRPr="00D7294C" w14:paraId="5B9C082C" w14:textId="77777777" w:rsidTr="00D7294C">
        <w:tc>
          <w:tcPr>
            <w:tcW w:w="495" w:type="dxa"/>
          </w:tcPr>
          <w:p w14:paraId="5C3E0ACB" w14:textId="77777777" w:rsidR="00455B73" w:rsidRPr="00D7294C" w:rsidRDefault="00E70ECF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>4</w:t>
            </w:r>
            <w:r w:rsidR="00455B73" w:rsidRPr="00D7294C">
              <w:rPr>
                <w:rFonts w:eastAsia="MSTT31f280fb10o228096S00" w:cstheme="minorHAnsi"/>
                <w:lang w:eastAsia="pl-PL"/>
              </w:rPr>
              <w:t>.</w:t>
            </w:r>
          </w:p>
        </w:tc>
        <w:tc>
          <w:tcPr>
            <w:tcW w:w="3474" w:type="dxa"/>
            <w:shd w:val="clear" w:color="auto" w:fill="auto"/>
          </w:tcPr>
          <w:p w14:paraId="5330F705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  <w:r w:rsidRPr="00D7294C">
              <w:rPr>
                <w:rFonts w:cstheme="minorHAnsi"/>
                <w:bCs/>
              </w:rPr>
              <w:t xml:space="preserve">Badania okulistyczne (z tyt. pogorszenia wzroku w trakcie </w:t>
            </w:r>
            <w:proofErr w:type="spellStart"/>
            <w:r w:rsidRPr="00D7294C">
              <w:rPr>
                <w:rFonts w:cstheme="minorHAnsi"/>
                <w:bCs/>
              </w:rPr>
              <w:t>obowiąz</w:t>
            </w:r>
            <w:proofErr w:type="spellEnd"/>
            <w:r w:rsidRPr="00D7294C">
              <w:rPr>
                <w:rFonts w:cstheme="minorHAnsi"/>
                <w:bCs/>
              </w:rPr>
              <w:t>. badania okresowego)</w:t>
            </w:r>
          </w:p>
        </w:tc>
        <w:tc>
          <w:tcPr>
            <w:tcW w:w="1214" w:type="dxa"/>
          </w:tcPr>
          <w:p w14:paraId="18815C87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>5</w:t>
            </w:r>
          </w:p>
        </w:tc>
        <w:tc>
          <w:tcPr>
            <w:tcW w:w="1338" w:type="dxa"/>
          </w:tcPr>
          <w:p w14:paraId="35C75520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  <w:tc>
          <w:tcPr>
            <w:tcW w:w="1559" w:type="dxa"/>
          </w:tcPr>
          <w:p w14:paraId="3B197B4D" w14:textId="77777777" w:rsidR="00455B73" w:rsidRPr="00D7294C" w:rsidRDefault="00455B73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</w:tr>
      <w:tr w:rsidR="00B1461E" w:rsidRPr="00702079" w14:paraId="0A76FC48" w14:textId="77777777" w:rsidTr="00B1461E">
        <w:trPr>
          <w:trHeight w:val="274"/>
        </w:trPr>
        <w:tc>
          <w:tcPr>
            <w:tcW w:w="495" w:type="dxa"/>
          </w:tcPr>
          <w:p w14:paraId="0BF2599A" w14:textId="77777777" w:rsidR="00B1461E" w:rsidRPr="00D7294C" w:rsidRDefault="00B1461E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  <w:tc>
          <w:tcPr>
            <w:tcW w:w="3474" w:type="dxa"/>
          </w:tcPr>
          <w:p w14:paraId="6B6425B6" w14:textId="77777777" w:rsidR="00B1461E" w:rsidRPr="00702079" w:rsidRDefault="00B1461E" w:rsidP="00B76C7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  <w:r w:rsidRPr="00D7294C">
              <w:rPr>
                <w:rFonts w:eastAsia="MSTT31f280fb10o228096S00" w:cstheme="minorHAnsi"/>
                <w:lang w:eastAsia="pl-PL"/>
              </w:rPr>
              <w:t>RAZEM:</w:t>
            </w:r>
          </w:p>
        </w:tc>
        <w:tc>
          <w:tcPr>
            <w:tcW w:w="1214" w:type="dxa"/>
          </w:tcPr>
          <w:p w14:paraId="7C079CDE" w14:textId="77777777" w:rsidR="00B1461E" w:rsidRPr="00702079" w:rsidRDefault="00B1461E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  <w:tc>
          <w:tcPr>
            <w:tcW w:w="1338" w:type="dxa"/>
          </w:tcPr>
          <w:p w14:paraId="4B19E443" w14:textId="77777777" w:rsidR="00B1461E" w:rsidRPr="00702079" w:rsidRDefault="00B1461E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  <w:tc>
          <w:tcPr>
            <w:tcW w:w="1559" w:type="dxa"/>
          </w:tcPr>
          <w:p w14:paraId="3B56C2AB" w14:textId="77777777" w:rsidR="00B1461E" w:rsidRPr="00702079" w:rsidRDefault="00B1461E" w:rsidP="00B76C7D">
            <w:pPr>
              <w:autoSpaceDE w:val="0"/>
              <w:autoSpaceDN w:val="0"/>
              <w:adjustRightInd w:val="0"/>
              <w:jc w:val="both"/>
              <w:rPr>
                <w:rFonts w:eastAsia="MSTT31f280fb10o228096S00" w:cstheme="minorHAnsi"/>
                <w:lang w:eastAsia="pl-PL"/>
              </w:rPr>
            </w:pPr>
          </w:p>
        </w:tc>
      </w:tr>
    </w:tbl>
    <w:p w14:paraId="11B907B0" w14:textId="77777777" w:rsidR="00B76C7D" w:rsidRPr="00702079" w:rsidRDefault="00B76C7D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0268A0E4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7116D67E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5FAE6F02" w14:textId="77777777" w:rsidR="00B4450F" w:rsidRPr="00702079" w:rsidRDefault="00B4450F" w:rsidP="003A513B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bCs/>
          <w:lang w:eastAsia="pl-PL"/>
        </w:rPr>
      </w:pPr>
    </w:p>
    <w:p w14:paraId="5CA91734" w14:textId="77A4F611" w:rsidR="001405A7" w:rsidRPr="00702079" w:rsidRDefault="001405A7" w:rsidP="004A1F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lastRenderedPageBreak/>
        <w:t>Oświadczam, że we wskazanej p</w:t>
      </w:r>
      <w:r w:rsidR="00AC6CAA" w:rsidRPr="00702079">
        <w:rPr>
          <w:rFonts w:eastAsia="MSTT31f280fb10o228096S00" w:cstheme="minorHAnsi"/>
          <w:lang w:eastAsia="pl-PL"/>
        </w:rPr>
        <w:t>owyżej Cenie jednostkowej oraz Cenie całkowitej</w:t>
      </w:r>
      <w:r w:rsidRPr="00702079">
        <w:rPr>
          <w:rFonts w:eastAsia="MSTT31f280fb10o228096S00" w:cstheme="minorHAnsi"/>
          <w:lang w:eastAsia="pl-PL"/>
        </w:rPr>
        <w:t xml:space="preserve"> oferty uwzględniłem/-</w:t>
      </w:r>
      <w:proofErr w:type="spellStart"/>
      <w:r w:rsidRPr="00702079">
        <w:rPr>
          <w:rFonts w:eastAsia="MSTT31f280fb10o228096S00" w:cstheme="minorHAnsi"/>
          <w:lang w:eastAsia="pl-PL"/>
        </w:rPr>
        <w:t>am</w:t>
      </w:r>
      <w:proofErr w:type="spellEnd"/>
      <w:r w:rsidRPr="00702079">
        <w:rPr>
          <w:rFonts w:eastAsia="MSTT31f280fb10o228096S00" w:cstheme="minorHAnsi"/>
          <w:lang w:eastAsia="pl-PL"/>
        </w:rPr>
        <w:t xml:space="preserve"> wszystkie koszty bezpośrednie i pośrednie, jakie uważam za niezbędne do poniesienia dla terminowego i prawidłowego wykonania przedmiotu zamówienia, zysk oraz wszystkie wymagane przepisami podatki i opłaty</w:t>
      </w:r>
      <w:r w:rsidR="00AC6CAA" w:rsidRPr="00702079">
        <w:rPr>
          <w:rFonts w:eastAsia="MSTT31f280fb10o228096S00" w:cstheme="minorHAnsi"/>
          <w:lang w:eastAsia="pl-PL"/>
        </w:rPr>
        <w:t>. W Cenie jednostkowej oraz Cenie całkowitej</w:t>
      </w:r>
      <w:r w:rsidRPr="00702079">
        <w:rPr>
          <w:rFonts w:eastAsia="MSTT31f280fb10o228096S00" w:cstheme="minorHAnsi"/>
          <w:lang w:eastAsia="pl-PL"/>
        </w:rPr>
        <w:t xml:space="preserve"> oferty uwzględniłem/-</w:t>
      </w:r>
      <w:proofErr w:type="spellStart"/>
      <w:r w:rsidRPr="00702079">
        <w:rPr>
          <w:rFonts w:eastAsia="MSTT31f280fb10o228096S00" w:cstheme="minorHAnsi"/>
          <w:lang w:eastAsia="pl-PL"/>
        </w:rPr>
        <w:t>am</w:t>
      </w:r>
      <w:proofErr w:type="spellEnd"/>
      <w:r w:rsidRPr="00702079">
        <w:rPr>
          <w:rFonts w:eastAsia="MSTT31f280fb10o228096S00" w:cstheme="minorHAnsi"/>
          <w:lang w:eastAsia="pl-PL"/>
        </w:rPr>
        <w:t>/ wszystkie posiadane informacje o przedmiocie zamówienia oraz niezbędne informacje do przygotowania odpowiedzi na zapytanie ofertowe.</w:t>
      </w:r>
    </w:p>
    <w:p w14:paraId="5DEC0B1E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437366F3" w14:textId="089899ED" w:rsidR="00B0488E" w:rsidRPr="00702079" w:rsidRDefault="000D67BA" w:rsidP="004A1F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 xml:space="preserve">Oferuję świadczenie usług medycznych w zakresie profilaktycznych badań lekarskich (wstępnych, okresowych, kontrolnych) pracowników i kandydatów do pracy do Łódzkiej Wojewódzkiej Komendy Ochotniczych Hufców Pracy w Łodzi w placówce ( -ach) znajdującej się na terenie Łodzi </w:t>
      </w:r>
      <w:r w:rsidR="004A1FD8" w:rsidRPr="00702079">
        <w:rPr>
          <w:rFonts w:eastAsia="MSTT31f280fb10o228096S00" w:cstheme="minorHAnsi"/>
          <w:lang w:eastAsia="pl-PL"/>
        </w:rPr>
        <w:t xml:space="preserve"> pod adresem ………………………………………………………. Zgodnie z wpisem do Rejestru Podmiotów Wykonujących działalność Leczniczą.</w:t>
      </w:r>
    </w:p>
    <w:p w14:paraId="3D414514" w14:textId="77777777" w:rsidR="000D67BA" w:rsidRPr="00702079" w:rsidRDefault="000D67BA" w:rsidP="00B4450F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tbl>
      <w:tblPr>
        <w:tblpPr w:leftFromText="95" w:rightFromText="95" w:bottomFromText="160" w:vertAnchor="text" w:horzAnchor="margin" w:tblpY="29"/>
        <w:tblW w:w="98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4333"/>
        <w:gridCol w:w="5468"/>
      </w:tblGrid>
      <w:tr w:rsidR="00B0488E" w:rsidRPr="00702079" w14:paraId="2367D24D" w14:textId="77777777" w:rsidTr="00702079">
        <w:trPr>
          <w:trHeight w:val="2120"/>
        </w:trPr>
        <w:tc>
          <w:tcPr>
            <w:tcW w:w="27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hideMark/>
          </w:tcPr>
          <w:p w14:paraId="0C03F114" w14:textId="77777777" w:rsidR="00B0488E" w:rsidRPr="00702079" w:rsidRDefault="00B0488E" w:rsidP="00D249A5">
            <w:pPr>
              <w:spacing w:after="60" w:line="312" w:lineRule="auto"/>
              <w:outlineLvl w:val="1"/>
              <w:rPr>
                <w:rFonts w:cstheme="minorHAnsi"/>
                <w:bCs/>
                <w:iCs/>
              </w:rPr>
            </w:pPr>
            <w:r w:rsidRPr="00702079">
              <w:rPr>
                <w:rFonts w:cstheme="minorHAnsi"/>
                <w:bCs/>
                <w:iCs/>
              </w:rPr>
              <w:t>Odległość (wyznacz trasę pieszo) placówki medycznej realizującej zamówienie od siedziby Zamawiającego</w:t>
            </w:r>
          </w:p>
          <w:p w14:paraId="0E443375" w14:textId="77777777" w:rsidR="00B0488E" w:rsidRPr="00702079" w:rsidRDefault="00B0488E" w:rsidP="00B0488E">
            <w:pPr>
              <w:spacing w:after="60" w:line="312" w:lineRule="auto"/>
              <w:outlineLvl w:val="1"/>
              <w:rPr>
                <w:rFonts w:cstheme="minorHAnsi"/>
                <w:bCs/>
                <w:iCs/>
              </w:rPr>
            </w:pPr>
            <w:r w:rsidRPr="00702079">
              <w:rPr>
                <w:rFonts w:cstheme="minorHAnsi"/>
              </w:rPr>
              <w:t xml:space="preserve">W przypadku nie wypełnienia </w:t>
            </w:r>
            <w:r w:rsidR="004A480D" w:rsidRPr="00702079">
              <w:rPr>
                <w:rFonts w:cstheme="minorHAnsi"/>
              </w:rPr>
              <w:t>Zamawiają</w:t>
            </w:r>
            <w:r w:rsidRPr="00702079">
              <w:rPr>
                <w:rFonts w:cstheme="minorHAnsi"/>
              </w:rPr>
              <w:t xml:space="preserve">cy przyzna 0 pkt </w:t>
            </w:r>
          </w:p>
        </w:tc>
        <w:tc>
          <w:tcPr>
            <w:tcW w:w="3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76C2E7" w14:textId="77777777" w:rsidR="00B0488E" w:rsidRPr="00702079" w:rsidRDefault="00B0488E" w:rsidP="004A480D">
            <w:pPr>
              <w:spacing w:after="60" w:line="312" w:lineRule="auto"/>
              <w:outlineLvl w:val="1"/>
              <w:rPr>
                <w:rFonts w:cstheme="minorHAnsi"/>
                <w:bCs/>
                <w:iCs/>
              </w:rPr>
            </w:pPr>
          </w:p>
          <w:p w14:paraId="0C2008FD" w14:textId="5EB8A02D" w:rsidR="00B0488E" w:rsidRPr="00702079" w:rsidRDefault="00B0488E" w:rsidP="00D249A5">
            <w:pPr>
              <w:spacing w:after="60" w:line="312" w:lineRule="auto"/>
              <w:ind w:firstLine="747"/>
              <w:outlineLvl w:val="1"/>
              <w:rPr>
                <w:rFonts w:cstheme="minorHAnsi"/>
                <w:bCs/>
                <w:iCs/>
              </w:rPr>
            </w:pPr>
            <w:r w:rsidRPr="00702079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56C389" wp14:editId="229830F8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29845</wp:posOffset>
                      </wp:positionV>
                      <wp:extent cx="127000" cy="127000"/>
                      <wp:effectExtent l="0" t="0" r="25400" b="2540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013AB688" id="Prostokąt 10" o:spid="_x0000_s1026" style="position:absolute;margin-left:13.75pt;margin-top:2.35pt;width:10pt;height:1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A480D" w:rsidRPr="00702079">
              <w:rPr>
                <w:rFonts w:cstheme="minorHAnsi"/>
                <w:bCs/>
                <w:iCs/>
              </w:rPr>
              <w:t xml:space="preserve">mniejsza </w:t>
            </w:r>
            <w:r w:rsidR="004A1FD8" w:rsidRPr="00702079">
              <w:rPr>
                <w:rFonts w:cstheme="minorHAnsi"/>
                <w:bCs/>
                <w:iCs/>
              </w:rPr>
              <w:t>niż 3 km od siedziby Zamawiającego</w:t>
            </w:r>
          </w:p>
          <w:p w14:paraId="084B7F9E" w14:textId="6D7C6FB1" w:rsidR="00B0488E" w:rsidRPr="00702079" w:rsidRDefault="00B0488E" w:rsidP="00D249A5">
            <w:pPr>
              <w:spacing w:after="60" w:line="312" w:lineRule="auto"/>
              <w:ind w:firstLine="747"/>
              <w:outlineLvl w:val="1"/>
              <w:rPr>
                <w:rFonts w:cstheme="minorHAnsi"/>
                <w:bCs/>
                <w:iCs/>
              </w:rPr>
            </w:pPr>
            <w:r w:rsidRPr="00702079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9B5789" wp14:editId="3979FA83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38100</wp:posOffset>
                      </wp:positionV>
                      <wp:extent cx="127000" cy="127000"/>
                      <wp:effectExtent l="0" t="0" r="25400" b="2540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48FB822A" id="Prostokąt 11" o:spid="_x0000_s1026" style="position:absolute;margin-left:13.7pt;margin-top:3pt;width:10pt;height:1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A480D" w:rsidRPr="00702079">
              <w:rPr>
                <w:rFonts w:cstheme="minorHAnsi"/>
                <w:bCs/>
                <w:iCs/>
              </w:rPr>
              <w:t xml:space="preserve">odległość </w:t>
            </w:r>
            <w:r w:rsidR="00D8563A" w:rsidRPr="00702079">
              <w:rPr>
                <w:rFonts w:cstheme="minorHAnsi"/>
                <w:bCs/>
                <w:iCs/>
              </w:rPr>
              <w:t xml:space="preserve">3 km i </w:t>
            </w:r>
            <w:r w:rsidR="004A480D" w:rsidRPr="00702079">
              <w:rPr>
                <w:rFonts w:cstheme="minorHAnsi"/>
                <w:bCs/>
                <w:iCs/>
              </w:rPr>
              <w:t>powyżej 3 km</w:t>
            </w:r>
            <w:r w:rsidR="00D8563A" w:rsidRPr="00702079">
              <w:rPr>
                <w:rFonts w:cstheme="minorHAnsi"/>
                <w:bCs/>
                <w:iCs/>
              </w:rPr>
              <w:t xml:space="preserve"> ale mniej, niż 5 km</w:t>
            </w:r>
            <w:r w:rsidR="00D8563A" w:rsidRPr="00702079">
              <w:rPr>
                <w:rFonts w:cstheme="minorHAnsi"/>
                <w:bCs/>
                <w:iCs/>
              </w:rPr>
              <w:br/>
            </w:r>
            <w:r w:rsidR="00702079">
              <w:rPr>
                <w:rFonts w:cstheme="minorHAnsi"/>
                <w:bCs/>
                <w:iCs/>
              </w:rPr>
              <w:t xml:space="preserve">     </w:t>
            </w:r>
            <w:r w:rsidR="00702079" w:rsidRPr="00702079">
              <w:rPr>
                <w:rFonts w:cstheme="minorHAnsi"/>
                <w:bCs/>
                <w:iCs/>
                <w:sz w:val="48"/>
                <w:szCs w:val="48"/>
              </w:rPr>
              <w:t>□</w:t>
            </w:r>
            <w:r w:rsidR="00702079">
              <w:rPr>
                <w:rFonts w:cstheme="minorHAnsi"/>
                <w:bCs/>
                <w:iCs/>
              </w:rPr>
              <w:t xml:space="preserve">   odległość równa lub większa , niż 5 km</w:t>
            </w:r>
            <w:r w:rsidR="00D8563A" w:rsidRPr="00702079">
              <w:rPr>
                <w:rFonts w:cstheme="minorHAnsi"/>
                <w:bCs/>
                <w:iCs/>
              </w:rPr>
              <w:br/>
            </w:r>
          </w:p>
          <w:p w14:paraId="5C89F2BF" w14:textId="77777777" w:rsidR="004A1FD8" w:rsidRPr="00702079" w:rsidRDefault="004A1FD8" w:rsidP="00D249A5">
            <w:pPr>
              <w:spacing w:after="60" w:line="312" w:lineRule="auto"/>
              <w:ind w:firstLine="747"/>
              <w:outlineLvl w:val="1"/>
              <w:rPr>
                <w:rFonts w:cstheme="minorHAnsi"/>
                <w:bCs/>
                <w:iCs/>
              </w:rPr>
            </w:pPr>
          </w:p>
          <w:p w14:paraId="4405890F" w14:textId="77777777" w:rsidR="004A1FD8" w:rsidRPr="00702079" w:rsidRDefault="004A1FD8" w:rsidP="00D249A5">
            <w:pPr>
              <w:spacing w:after="60" w:line="312" w:lineRule="auto"/>
              <w:ind w:firstLine="747"/>
              <w:outlineLvl w:val="1"/>
              <w:rPr>
                <w:rFonts w:cstheme="minorHAnsi"/>
                <w:bCs/>
                <w:iCs/>
              </w:rPr>
            </w:pPr>
          </w:p>
        </w:tc>
      </w:tr>
    </w:tbl>
    <w:p w14:paraId="60FBA33F" w14:textId="77777777" w:rsidR="00B4450F" w:rsidRPr="00702079" w:rsidRDefault="00B4450F" w:rsidP="00B4450F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30B28878" w14:textId="77777777" w:rsidR="00B4450F" w:rsidRPr="00702079" w:rsidRDefault="00B4450F" w:rsidP="00B4450F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4C2A429A" w14:textId="3E7A66AD" w:rsidR="00B4450F" w:rsidRPr="00702079" w:rsidRDefault="00B4450F" w:rsidP="004A1F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 xml:space="preserve">Oświadczam, że dane do kryterium „odległość placówki medycznej od siedziby Zamawiającego” </w:t>
      </w:r>
      <w:r w:rsidR="0091061D" w:rsidRPr="00702079">
        <w:rPr>
          <w:rFonts w:eastAsia="MSTT31f280fb10o228096S00" w:cstheme="minorHAnsi"/>
          <w:lang w:eastAsia="pl-PL"/>
        </w:rPr>
        <w:t xml:space="preserve"> jest </w:t>
      </w:r>
      <w:r w:rsidRPr="00702079">
        <w:rPr>
          <w:rFonts w:eastAsia="MSTT31f280fb10o228096S00" w:cstheme="minorHAnsi"/>
          <w:lang w:eastAsia="pl-PL"/>
        </w:rPr>
        <w:t xml:space="preserve">liczona na podstawie </w:t>
      </w:r>
      <w:proofErr w:type="spellStart"/>
      <w:r w:rsidRPr="00702079">
        <w:rPr>
          <w:rFonts w:eastAsia="MSTT31f280fb10o228096S00" w:cstheme="minorHAnsi"/>
          <w:lang w:eastAsia="pl-PL"/>
        </w:rPr>
        <w:t>google</w:t>
      </w:r>
      <w:proofErr w:type="spellEnd"/>
      <w:r w:rsidRPr="00702079">
        <w:rPr>
          <w:rFonts w:eastAsia="MSTT31f280fb10o228096S00" w:cstheme="minorHAnsi"/>
          <w:lang w:eastAsia="pl-PL"/>
        </w:rPr>
        <w:t xml:space="preserve"> </w:t>
      </w:r>
      <w:proofErr w:type="spellStart"/>
      <w:r w:rsidRPr="00702079">
        <w:rPr>
          <w:rFonts w:eastAsia="MSTT31f280fb10o228096S00" w:cstheme="minorHAnsi"/>
          <w:lang w:eastAsia="pl-PL"/>
        </w:rPr>
        <w:t>maps</w:t>
      </w:r>
      <w:proofErr w:type="spellEnd"/>
      <w:r w:rsidRPr="00702079">
        <w:rPr>
          <w:rFonts w:eastAsia="MSTT31f280fb10o228096S00" w:cstheme="minorHAnsi"/>
          <w:lang w:eastAsia="pl-PL"/>
        </w:rPr>
        <w:t xml:space="preserve"> – wyznacz trasę pieszo</w:t>
      </w:r>
    </w:p>
    <w:p w14:paraId="0C49F413" w14:textId="54780FBF" w:rsidR="00B4450F" w:rsidRPr="00702079" w:rsidRDefault="00B4450F" w:rsidP="00702079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 xml:space="preserve"> </w:t>
      </w:r>
      <w:r w:rsidR="00702079">
        <w:rPr>
          <w:rFonts w:eastAsia="MSTT31f280fb10o228096S00" w:cstheme="minorHAnsi"/>
          <w:lang w:eastAsia="pl-PL"/>
        </w:rPr>
        <w:t xml:space="preserve">              </w:t>
      </w:r>
      <w:r w:rsidRPr="00702079">
        <w:rPr>
          <w:rFonts w:eastAsia="MSTT31f280fb10o228096S00" w:cstheme="minorHAnsi"/>
          <w:lang w:eastAsia="pl-PL"/>
        </w:rPr>
        <w:t xml:space="preserve">W przypadku, gdy aplikacja </w:t>
      </w:r>
      <w:proofErr w:type="spellStart"/>
      <w:r w:rsidRPr="00702079">
        <w:rPr>
          <w:rFonts w:eastAsia="MSTT31f280fb10o228096S00" w:cstheme="minorHAnsi"/>
          <w:lang w:eastAsia="pl-PL"/>
        </w:rPr>
        <w:t>google</w:t>
      </w:r>
      <w:proofErr w:type="spellEnd"/>
      <w:r w:rsidRPr="00702079">
        <w:rPr>
          <w:rFonts w:eastAsia="MSTT31f280fb10o228096S00" w:cstheme="minorHAnsi"/>
          <w:lang w:eastAsia="pl-PL"/>
        </w:rPr>
        <w:t xml:space="preserve"> </w:t>
      </w:r>
      <w:proofErr w:type="spellStart"/>
      <w:r w:rsidRPr="00702079">
        <w:rPr>
          <w:rFonts w:eastAsia="MSTT31f280fb10o228096S00" w:cstheme="minorHAnsi"/>
          <w:lang w:eastAsia="pl-PL"/>
        </w:rPr>
        <w:t>maps</w:t>
      </w:r>
      <w:proofErr w:type="spellEnd"/>
      <w:r w:rsidRPr="00702079">
        <w:rPr>
          <w:rFonts w:eastAsia="MSTT31f280fb10o228096S00" w:cstheme="minorHAnsi"/>
          <w:lang w:eastAsia="pl-PL"/>
        </w:rPr>
        <w:t xml:space="preserve"> wskazuje więcej niż jedną trasę, została wybrana </w:t>
      </w:r>
      <w:r w:rsidR="00702079">
        <w:rPr>
          <w:rFonts w:eastAsia="MSTT31f280fb10o228096S00" w:cstheme="minorHAnsi"/>
          <w:lang w:eastAsia="pl-PL"/>
        </w:rPr>
        <w:t xml:space="preserve">       </w:t>
      </w:r>
      <w:r w:rsidRPr="00702079">
        <w:rPr>
          <w:rFonts w:eastAsia="MSTT31f280fb10o228096S00" w:cstheme="minorHAnsi"/>
          <w:lang w:eastAsia="pl-PL"/>
        </w:rPr>
        <w:t xml:space="preserve">trasa najkrótsza. </w:t>
      </w:r>
    </w:p>
    <w:p w14:paraId="0C25467C" w14:textId="77777777" w:rsidR="00B4450F" w:rsidRPr="00702079" w:rsidRDefault="00B4450F" w:rsidP="00B4450F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 w:rsidRPr="00702079">
        <w:rPr>
          <w:rFonts w:eastAsia="MSTT31f280fb10o228096S00" w:cstheme="minorHAnsi"/>
          <w:lang w:eastAsia="pl-PL"/>
        </w:rPr>
        <w:t xml:space="preserve">   </w:t>
      </w:r>
    </w:p>
    <w:p w14:paraId="0D0DC4C3" w14:textId="77777777" w:rsidR="00B4450F" w:rsidRPr="00702079" w:rsidRDefault="00B4450F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64422BC7" w14:textId="2B06FF77" w:rsidR="001405A7" w:rsidRPr="00702079" w:rsidRDefault="001405A7" w:rsidP="004A1F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702079">
        <w:rPr>
          <w:rFonts w:eastAsia="Calibri" w:cstheme="minorHAnsi"/>
        </w:rPr>
        <w:t>Oświadczam, że na dzień złożenia oferty jestem wpisany (jesteśmy wpisani) do Rejestru  podmiotów wykonujących działalność leczniczą,</w:t>
      </w:r>
      <w:r w:rsidR="004A480D" w:rsidRPr="00702079">
        <w:rPr>
          <w:rFonts w:eastAsia="Calibri" w:cstheme="minorHAnsi"/>
        </w:rPr>
        <w:t xml:space="preserve"> w pełnym zakresie wynikającym z przedmiotu zamówienia zgodnie z </w:t>
      </w:r>
      <w:r w:rsidRPr="00702079">
        <w:rPr>
          <w:rFonts w:eastAsia="Calibri" w:cstheme="minorHAnsi"/>
        </w:rPr>
        <w:t>ust</w:t>
      </w:r>
      <w:r w:rsidR="004A480D" w:rsidRPr="00702079">
        <w:rPr>
          <w:rFonts w:eastAsia="Calibri" w:cstheme="minorHAnsi"/>
        </w:rPr>
        <w:t xml:space="preserve">awą z dnia 15 kwietnia 2011 r. </w:t>
      </w:r>
      <w:r w:rsidRPr="00702079">
        <w:rPr>
          <w:rFonts w:eastAsia="Calibri" w:cstheme="minorHAnsi"/>
        </w:rPr>
        <w:t>o działalności leczniczej (Dz.U. 2022.633)  nr wpisu  …………………………………… …………….…………………………………………………………………………………………………………(należy uzupełnić ) a miejscem wykonywania świadczeń będzie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(należy wskazać nazwę i adres placówki).</w:t>
      </w:r>
    </w:p>
    <w:p w14:paraId="5996614F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792002BD" w14:textId="39215B9D" w:rsidR="001405A7" w:rsidRPr="00702079" w:rsidRDefault="00702079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lastRenderedPageBreak/>
        <w:t>10</w:t>
      </w:r>
      <w:r w:rsidR="001405A7" w:rsidRPr="00702079">
        <w:rPr>
          <w:rFonts w:eastAsia="Calibri" w:cstheme="minorHAnsi"/>
        </w:rPr>
        <w:t>. Znajduję się w sytuacji ekonomicznej i finansowej zapewniającej prawidłowe wykonania zamówienia, w stosunku do mojej/naszej firmy nie otwarto likwidacji ani nie ogłoszono upadłości.</w:t>
      </w:r>
    </w:p>
    <w:p w14:paraId="5C161434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5611FF5B" w14:textId="05F7E45D" w:rsidR="001405A7" w:rsidRPr="00702079" w:rsidRDefault="00702079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11.</w:t>
      </w:r>
      <w:r w:rsidR="001405A7" w:rsidRPr="00702079">
        <w:rPr>
          <w:rFonts w:eastAsia="Calibri" w:cstheme="minorHAnsi"/>
        </w:rPr>
        <w:t xml:space="preserve"> Posiadam  niezbędną wiedzę i doświadczenie, dotychczasowe zamówienia na rzecz odbiorców zrealizowałem z należytą starannością. </w:t>
      </w:r>
    </w:p>
    <w:p w14:paraId="0B7E388D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044C41AF" w14:textId="4C91341D" w:rsidR="001405A7" w:rsidRPr="00702079" w:rsidRDefault="00702079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12</w:t>
      </w:r>
      <w:r w:rsidR="001405A7" w:rsidRPr="00702079">
        <w:rPr>
          <w:rFonts w:eastAsia="Calibri" w:cstheme="minorHAnsi"/>
        </w:rPr>
        <w:t>. Oświadczam(y), że nie zachodzą wobec mnie(nas) przesłanki wykluczenia na podstawie art. 7 ust 1 ustawy z dnia 13 kwietnia 2022 o szczególnych rozwiązaniach wspierania agresji na Ukrainę oraz służących ochronie bezpieczeństwa narodowego (Dz. U. 2022 poz. 835).</w:t>
      </w:r>
    </w:p>
    <w:p w14:paraId="7C807C7C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68349DCD" w14:textId="7F14C070" w:rsidR="001405A7" w:rsidRPr="00702079" w:rsidRDefault="00702079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  <w:r>
        <w:rPr>
          <w:rFonts w:eastAsia="MSTT31f280fb10o228096S00" w:cstheme="minorHAnsi"/>
          <w:lang w:eastAsia="pl-PL"/>
        </w:rPr>
        <w:t>13</w:t>
      </w:r>
      <w:r w:rsidR="001405A7" w:rsidRPr="00702079">
        <w:rPr>
          <w:rFonts w:eastAsia="MSTT31f280fb10o228096S00" w:cstheme="minorHAnsi"/>
          <w:lang w:eastAsia="pl-PL"/>
        </w:rPr>
        <w:t>. Oświadczam, że wypełniłem/-</w:t>
      </w:r>
      <w:proofErr w:type="spellStart"/>
      <w:r w:rsidR="001405A7" w:rsidRPr="00702079">
        <w:rPr>
          <w:rFonts w:eastAsia="MSTT31f280fb10o228096S00" w:cstheme="minorHAnsi"/>
          <w:lang w:eastAsia="pl-PL"/>
        </w:rPr>
        <w:t>am</w:t>
      </w:r>
      <w:proofErr w:type="spellEnd"/>
      <w:r w:rsidR="001405A7" w:rsidRPr="00702079">
        <w:rPr>
          <w:rFonts w:eastAsia="MSTT31f280fb10o228096S00" w:cstheme="minorHAnsi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4596ABF2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both"/>
        <w:rPr>
          <w:rFonts w:eastAsia="MSTT31f280fb10o228096S00" w:cstheme="minorHAnsi"/>
          <w:lang w:eastAsia="pl-PL"/>
        </w:rPr>
      </w:pPr>
    </w:p>
    <w:p w14:paraId="404F4106" w14:textId="7C5D60F3" w:rsidR="001405A7" w:rsidRPr="00702079" w:rsidRDefault="00702079" w:rsidP="001405A7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14</w:t>
      </w:r>
      <w:r w:rsidR="001405A7" w:rsidRPr="00702079">
        <w:rPr>
          <w:rFonts w:eastAsia="Calibri" w:cstheme="minorHAnsi"/>
        </w:rPr>
        <w:t>. Osobą odpowiedzialną za sprawy techniczno-organizacyjne w ramach przedmiotowego zamówienia (Koordynator umowy) oraz wyznaczoną do kontaktów z Zamawiającym będzie Pan/Pani ………………………….., nr tel.: ………………………………,mail: …………………………………………………………………………………………………………</w:t>
      </w:r>
    </w:p>
    <w:p w14:paraId="3B7E626A" w14:textId="77777777" w:rsidR="001405A7" w:rsidRPr="00702079" w:rsidRDefault="001405A7" w:rsidP="001405A7">
      <w:pPr>
        <w:widowControl w:val="0"/>
        <w:adjustRightInd w:val="0"/>
        <w:spacing w:after="0" w:line="360" w:lineRule="atLeast"/>
        <w:jc w:val="both"/>
        <w:textAlignment w:val="baseline"/>
        <w:rPr>
          <w:rFonts w:eastAsia="Calibri" w:cstheme="minorHAnsi"/>
          <w:lang w:eastAsia="pl-PL"/>
        </w:rPr>
      </w:pPr>
    </w:p>
    <w:p w14:paraId="7A92512C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f16d5a04o187074S00" w:cstheme="minorHAnsi"/>
          <w:lang w:eastAsia="pl-PL"/>
        </w:rPr>
      </w:pPr>
    </w:p>
    <w:p w14:paraId="5A410EED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313b5af6o186074IS00" w:cstheme="minorHAnsi"/>
          <w:i/>
          <w:color w:val="2F5496"/>
          <w:lang w:eastAsia="pl-PL"/>
        </w:rPr>
      </w:pPr>
    </w:p>
    <w:p w14:paraId="0CE68360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313b5af6o186074IS00" w:cstheme="minorHAnsi"/>
          <w:i/>
          <w:color w:val="2F5496"/>
          <w:lang w:eastAsia="pl-PL"/>
        </w:rPr>
      </w:pPr>
    </w:p>
    <w:p w14:paraId="024AB539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313b5af6o186074IS00" w:cstheme="minorHAnsi"/>
          <w:i/>
          <w:color w:val="2F5496"/>
          <w:lang w:eastAsia="pl-PL"/>
        </w:rPr>
      </w:pPr>
    </w:p>
    <w:p w14:paraId="0716F9CB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313b5af6o186074IS00" w:cstheme="minorHAnsi"/>
          <w:i/>
          <w:color w:val="2F5496"/>
          <w:lang w:eastAsia="pl-PL"/>
        </w:rPr>
      </w:pPr>
    </w:p>
    <w:p w14:paraId="17798910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313b5af6o186074IS00" w:cstheme="minorHAnsi"/>
          <w:i/>
          <w:color w:val="2F5496"/>
          <w:lang w:eastAsia="pl-PL"/>
        </w:rPr>
      </w:pPr>
    </w:p>
    <w:p w14:paraId="2C8BEAA5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313b5af6o186074IS00" w:cstheme="minorHAnsi"/>
          <w:i/>
          <w:color w:val="2F5496"/>
          <w:lang w:eastAsia="pl-PL"/>
        </w:rPr>
      </w:pPr>
    </w:p>
    <w:p w14:paraId="0EB57D3F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313b5af6o186074IS00" w:cstheme="minorHAnsi"/>
          <w:i/>
          <w:color w:val="2F5496"/>
          <w:lang w:eastAsia="pl-PL"/>
        </w:rPr>
      </w:pPr>
    </w:p>
    <w:p w14:paraId="639285AE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313b5af6o186074IS00" w:cstheme="minorHAnsi"/>
          <w:i/>
          <w:lang w:eastAsia="pl-PL"/>
        </w:rPr>
      </w:pPr>
    </w:p>
    <w:p w14:paraId="071F57B7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rPr>
          <w:rFonts w:eastAsia="MSTT31313b5af6o186074IS00" w:cstheme="minorHAnsi"/>
          <w:i/>
          <w:lang w:eastAsia="pl-PL"/>
        </w:rPr>
      </w:pPr>
      <w:r w:rsidRPr="00702079">
        <w:rPr>
          <w:rFonts w:eastAsia="MSTT31313b5af6o186074IS00" w:cstheme="minorHAnsi"/>
          <w:i/>
          <w:lang w:eastAsia="pl-PL"/>
        </w:rPr>
        <w:tab/>
      </w:r>
      <w:r w:rsidRPr="00702079">
        <w:rPr>
          <w:rFonts w:eastAsia="MSTT31313b5af6o186074IS00" w:cstheme="minorHAnsi"/>
          <w:i/>
          <w:lang w:eastAsia="pl-PL"/>
        </w:rPr>
        <w:tab/>
      </w:r>
      <w:r w:rsidRPr="00702079">
        <w:rPr>
          <w:rFonts w:eastAsia="MSTT31313b5af6o186074IS00" w:cstheme="minorHAnsi"/>
          <w:i/>
          <w:lang w:eastAsia="pl-PL"/>
        </w:rPr>
        <w:tab/>
      </w:r>
      <w:r w:rsidRPr="00702079">
        <w:rPr>
          <w:rFonts w:eastAsia="MSTT31313b5af6o186074IS00" w:cstheme="minorHAnsi"/>
          <w:i/>
          <w:lang w:eastAsia="pl-PL"/>
        </w:rPr>
        <w:tab/>
      </w:r>
      <w:r w:rsidRPr="00702079">
        <w:rPr>
          <w:rFonts w:eastAsia="MSTT31313b5af6o186074IS00" w:cstheme="minorHAnsi"/>
          <w:i/>
          <w:lang w:eastAsia="pl-PL"/>
        </w:rPr>
        <w:tab/>
      </w:r>
      <w:r w:rsidRPr="00702079">
        <w:rPr>
          <w:rFonts w:eastAsia="MSTT31313b5af6o186074IS00" w:cstheme="minorHAnsi"/>
          <w:i/>
          <w:lang w:eastAsia="pl-PL"/>
        </w:rPr>
        <w:tab/>
      </w:r>
      <w:r w:rsidRPr="00702079">
        <w:rPr>
          <w:rFonts w:eastAsia="MSTT31313b5af6o186074IS00" w:cstheme="minorHAnsi"/>
          <w:i/>
          <w:lang w:eastAsia="pl-PL"/>
        </w:rPr>
        <w:tab/>
      </w:r>
      <w:r w:rsidRPr="00702079">
        <w:rPr>
          <w:rFonts w:eastAsia="MSTT31313b5af6o186074IS00" w:cstheme="minorHAnsi"/>
          <w:i/>
          <w:lang w:eastAsia="pl-PL"/>
        </w:rPr>
        <w:tab/>
      </w:r>
      <w:r w:rsidRPr="00702079">
        <w:rPr>
          <w:rFonts w:eastAsia="MSTT31313b5af6o186074IS00" w:cstheme="minorHAnsi"/>
          <w:i/>
          <w:lang w:eastAsia="pl-PL"/>
        </w:rPr>
        <w:tab/>
        <w:t xml:space="preserve">    </w:t>
      </w:r>
      <w:r w:rsidRPr="00702079">
        <w:rPr>
          <w:rFonts w:eastAsia="Calibri" w:cstheme="minorHAnsi"/>
          <w:b/>
          <w:i/>
        </w:rPr>
        <w:t>………………………</w:t>
      </w:r>
    </w:p>
    <w:p w14:paraId="5874CE10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i/>
        </w:rPr>
      </w:pPr>
    </w:p>
    <w:p w14:paraId="141219B3" w14:textId="77777777" w:rsidR="001405A7" w:rsidRPr="00702079" w:rsidRDefault="001405A7" w:rsidP="001405A7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eastAsia="Calibri" w:cstheme="minorHAnsi"/>
          <w:b/>
          <w:i/>
        </w:rPr>
      </w:pPr>
      <w:r w:rsidRPr="00702079">
        <w:rPr>
          <w:rFonts w:eastAsia="Calibri" w:cstheme="minorHAnsi"/>
          <w:b/>
          <w:i/>
        </w:rPr>
        <w:t>(Data i podpis Wykonawcy)</w:t>
      </w:r>
    </w:p>
    <w:p w14:paraId="1570B25C" w14:textId="77777777" w:rsidR="00F660A1" w:rsidRPr="00702079" w:rsidRDefault="00F660A1" w:rsidP="00F660A1">
      <w:pPr>
        <w:rPr>
          <w:rFonts w:cstheme="minorHAnsi"/>
        </w:rPr>
      </w:pPr>
    </w:p>
    <w:p w14:paraId="1F772E18" w14:textId="77777777" w:rsidR="007F568C" w:rsidRPr="00702079" w:rsidRDefault="007F568C" w:rsidP="00F660A1">
      <w:pPr>
        <w:tabs>
          <w:tab w:val="left" w:pos="1905"/>
        </w:tabs>
        <w:rPr>
          <w:rFonts w:cstheme="minorHAnsi"/>
        </w:rPr>
      </w:pPr>
    </w:p>
    <w:p w14:paraId="3A300AD0" w14:textId="77777777" w:rsidR="007F568C" w:rsidRPr="00702079" w:rsidRDefault="007F568C" w:rsidP="00F660A1">
      <w:pPr>
        <w:tabs>
          <w:tab w:val="left" w:pos="1905"/>
        </w:tabs>
        <w:rPr>
          <w:rFonts w:cstheme="minorHAnsi"/>
        </w:rPr>
      </w:pPr>
    </w:p>
    <w:p w14:paraId="601B9AF6" w14:textId="77777777" w:rsidR="007F568C" w:rsidRPr="00702079" w:rsidRDefault="007F568C" w:rsidP="00F660A1">
      <w:pPr>
        <w:tabs>
          <w:tab w:val="left" w:pos="1905"/>
        </w:tabs>
        <w:rPr>
          <w:rFonts w:cstheme="minorHAnsi"/>
        </w:rPr>
      </w:pPr>
    </w:p>
    <w:p w14:paraId="1E14C18F" w14:textId="77777777" w:rsidR="007F568C" w:rsidRPr="00702079" w:rsidRDefault="007F568C" w:rsidP="00F660A1">
      <w:pPr>
        <w:tabs>
          <w:tab w:val="left" w:pos="1905"/>
        </w:tabs>
        <w:rPr>
          <w:rFonts w:cstheme="minorHAnsi"/>
        </w:rPr>
      </w:pPr>
    </w:p>
    <w:sectPr w:rsidR="007F568C" w:rsidRPr="00702079" w:rsidSect="00B94BF2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B3857" w14:textId="77777777" w:rsidR="00581951" w:rsidRDefault="00581951" w:rsidP="0068577F">
      <w:pPr>
        <w:spacing w:after="0" w:line="240" w:lineRule="auto"/>
      </w:pPr>
      <w:r>
        <w:separator/>
      </w:r>
    </w:p>
  </w:endnote>
  <w:endnote w:type="continuationSeparator" w:id="0">
    <w:p w14:paraId="593F4471" w14:textId="77777777" w:rsidR="00581951" w:rsidRDefault="00581951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TT31f280fb10o190080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280fb10o209088S00">
    <w:altName w:val="Arial Unicode MS"/>
    <w:panose1 w:val="00000000000000000000"/>
    <w:charset w:val="00"/>
    <w:family w:val="roman"/>
    <w:notTrueType/>
    <w:pitch w:val="default"/>
  </w:font>
  <w:font w:name="MSTT31f280fb10o228096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16d5a04o187074S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TT31313b5af6o186074I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089231"/>
      <w:docPartObj>
        <w:docPartGallery w:val="Page Numbers (Bottom of Page)"/>
        <w:docPartUnique/>
      </w:docPartObj>
    </w:sdtPr>
    <w:sdtEndPr/>
    <w:sdtContent>
      <w:p w14:paraId="79CE5931" w14:textId="77777777" w:rsidR="007F568C" w:rsidRDefault="007F568C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 wp14:anchorId="36E130FD" wp14:editId="78211E9E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3360" behindDoc="1" locked="0" layoutInCell="1" allowOverlap="1" wp14:anchorId="29A082E5" wp14:editId="0DCA4976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 wp14:anchorId="2470E52C" wp14:editId="1A149065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7C409C71" w14:textId="77777777" w:rsidR="007F568C" w:rsidRDefault="007F5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11720" w14:textId="77777777" w:rsidR="00581951" w:rsidRDefault="00581951" w:rsidP="0068577F">
      <w:pPr>
        <w:spacing w:after="0" w:line="240" w:lineRule="auto"/>
      </w:pPr>
      <w:r>
        <w:separator/>
      </w:r>
    </w:p>
  </w:footnote>
  <w:footnote w:type="continuationSeparator" w:id="0">
    <w:p w14:paraId="323B0F91" w14:textId="77777777" w:rsidR="00581951" w:rsidRDefault="00581951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1C1F32" w:rsidRPr="009D0B9D" w14:paraId="70AA83FC" w14:textId="77777777" w:rsidTr="00B94BF2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076AF901" w14:textId="77777777" w:rsidR="0031579A" w:rsidRDefault="001C1F32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0A6F9297" wp14:editId="755772EF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2DDF4686" w14:textId="77777777" w:rsidR="00D11A3D" w:rsidRDefault="00836475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ŁÓDZKA</w:t>
          </w:r>
          <w:r w:rsidR="00D11A3D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WOJEWÓDZKA KOMENDA </w:t>
          </w:r>
        </w:p>
        <w:p w14:paraId="69A14E21" w14:textId="77777777" w:rsidR="00D11A3D" w:rsidRPr="00EF16C8" w:rsidRDefault="00D11A3D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 w:rsidR="0083647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ŁODZI</w:t>
          </w:r>
        </w:p>
        <w:p w14:paraId="6C3F44D1" w14:textId="77777777" w:rsidR="00D11A3D" w:rsidRPr="004A1FD8" w:rsidRDefault="00836475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 w:rsidRPr="004A1FD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90-203 Łódź ul. Pomorska 41</w:t>
          </w:r>
        </w:p>
        <w:p w14:paraId="523FF74B" w14:textId="77777777" w:rsidR="00D11A3D" w:rsidRPr="00EF16C8" w:rsidRDefault="00836475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4A1FD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tel. 42 6365437</w:t>
          </w:r>
        </w:p>
        <w:p w14:paraId="7AFECB57" w14:textId="7921B229" w:rsidR="00D11A3D" w:rsidRPr="004A1FD8" w:rsidRDefault="00D11A3D" w:rsidP="00D11A3D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 w:rsidR="00836475" w:rsidRPr="004A1FD8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sekretariat@lodz</w:t>
          </w:r>
          <w:r w:rsidR="00CC313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ka</w:t>
          </w:r>
          <w:r w:rsidR="00836475" w:rsidRPr="004A1FD8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.ohp.pl</w:t>
          </w:r>
        </w:p>
        <w:p w14:paraId="1BCBB34E" w14:textId="77777777" w:rsidR="0031579A" w:rsidRPr="0045472E" w:rsidRDefault="00AE6716" w:rsidP="00D11A3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14:paraId="589653C8" w14:textId="2D78D34B" w:rsidR="00B425B2" w:rsidRPr="00B425B2" w:rsidRDefault="00B425B2" w:rsidP="00B425B2">
    <w:pPr>
      <w:pStyle w:val="Nagwek"/>
      <w:jc w:val="right"/>
      <w:rPr>
        <w:lang w:val="en-GB"/>
      </w:rPr>
    </w:pPr>
    <w:proofErr w:type="spellStart"/>
    <w:r w:rsidRPr="00B425B2">
      <w:rPr>
        <w:lang w:val="en-GB"/>
      </w:rPr>
      <w:t>Załącznik</w:t>
    </w:r>
    <w:proofErr w:type="spellEnd"/>
    <w:r w:rsidRPr="00B425B2">
      <w:rPr>
        <w:lang w:val="en-GB"/>
      </w:rPr>
      <w:t xml:space="preserve"> </w:t>
    </w:r>
    <w:proofErr w:type="spellStart"/>
    <w:r w:rsidRPr="00B425B2">
      <w:rPr>
        <w:lang w:val="en-GB"/>
      </w:rPr>
      <w:t>nr</w:t>
    </w:r>
    <w:proofErr w:type="spellEnd"/>
    <w:r w:rsidRPr="00B425B2">
      <w:rPr>
        <w:lang w:val="en-GB"/>
      </w:rPr>
      <w:t xml:space="preserve"> 2 do </w:t>
    </w:r>
    <w:proofErr w:type="spellStart"/>
    <w:r w:rsidRPr="00B425B2">
      <w:rPr>
        <w:lang w:val="en-GB"/>
      </w:rPr>
      <w:t>Zapytania</w:t>
    </w:r>
    <w:proofErr w:type="spellEnd"/>
    <w:r w:rsidRPr="00B425B2">
      <w:rPr>
        <w:lang w:val="en-GB"/>
      </w:rPr>
      <w:t xml:space="preserve"> </w:t>
    </w:r>
    <w:proofErr w:type="spellStart"/>
    <w:r w:rsidRPr="00B425B2">
      <w:rPr>
        <w:lang w:val="en-GB"/>
      </w:rPr>
      <w:t>ofertowego</w:t>
    </w:r>
    <w:proofErr w:type="spellEnd"/>
    <w:r w:rsidR="00D7294C" w:rsidRPr="00D7294C">
      <w:t xml:space="preserve"> </w:t>
    </w:r>
    <w:r w:rsidR="00D25EE4">
      <w:rPr>
        <w:lang w:val="en-GB"/>
      </w:rPr>
      <w:t>ŁWK.BWK.273.5U.2025</w:t>
    </w:r>
  </w:p>
  <w:p w14:paraId="1A18F59A" w14:textId="59509795" w:rsidR="0068577F" w:rsidRPr="0045472E" w:rsidRDefault="00B425B2" w:rsidP="00FF66F7">
    <w:pPr>
      <w:pStyle w:val="Nagwek"/>
      <w:jc w:val="right"/>
      <w:rPr>
        <w:lang w:val="en-GB"/>
      </w:rPr>
    </w:pPr>
    <w:r w:rsidRPr="00B425B2">
      <w:rPr>
        <w:lang w:val="en-GB"/>
      </w:rPr>
      <w:t xml:space="preserve">                           </w:t>
    </w:r>
    <w:r w:rsidR="00FF66F7">
      <w:rPr>
        <w:lang w:val="en-GB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359C"/>
    <w:multiLevelType w:val="hybridMultilevel"/>
    <w:tmpl w:val="DBCCDB72"/>
    <w:lvl w:ilvl="0" w:tplc="AD004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96FCD"/>
    <w:multiLevelType w:val="hybridMultilevel"/>
    <w:tmpl w:val="05C00478"/>
    <w:lvl w:ilvl="0" w:tplc="AD7E3C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193"/>
    <w:multiLevelType w:val="hybridMultilevel"/>
    <w:tmpl w:val="EB1C422C"/>
    <w:lvl w:ilvl="0" w:tplc="C2C0D006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A127B0"/>
    <w:multiLevelType w:val="hybridMultilevel"/>
    <w:tmpl w:val="A31025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472C41"/>
    <w:multiLevelType w:val="hybridMultilevel"/>
    <w:tmpl w:val="EE90B9F8"/>
    <w:lvl w:ilvl="0" w:tplc="E6CA9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A486B06"/>
    <w:multiLevelType w:val="hybridMultilevel"/>
    <w:tmpl w:val="F0E65EA4"/>
    <w:lvl w:ilvl="0" w:tplc="A07C5A32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1E206AF5"/>
    <w:multiLevelType w:val="hybridMultilevel"/>
    <w:tmpl w:val="05FE4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F5DBC"/>
    <w:multiLevelType w:val="hybridMultilevel"/>
    <w:tmpl w:val="948EB17E"/>
    <w:lvl w:ilvl="0" w:tplc="982427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BD2"/>
    <w:multiLevelType w:val="hybridMultilevel"/>
    <w:tmpl w:val="C3DA1B82"/>
    <w:lvl w:ilvl="0" w:tplc="92EE5F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E4232"/>
    <w:multiLevelType w:val="hybridMultilevel"/>
    <w:tmpl w:val="8DD8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29A3"/>
    <w:multiLevelType w:val="hybridMultilevel"/>
    <w:tmpl w:val="750AA1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865DD"/>
    <w:multiLevelType w:val="hybridMultilevel"/>
    <w:tmpl w:val="8BF22A6A"/>
    <w:lvl w:ilvl="0" w:tplc="8354CB70">
      <w:start w:val="1"/>
      <w:numFmt w:val="lowerLetter"/>
      <w:lvlText w:val="%1)"/>
      <w:lvlJc w:val="left"/>
      <w:pPr>
        <w:ind w:left="729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12" w15:restartNumberingAfterBreak="0">
    <w:nsid w:val="309625ED"/>
    <w:multiLevelType w:val="hybridMultilevel"/>
    <w:tmpl w:val="70FE59D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332B31F0"/>
    <w:multiLevelType w:val="hybridMultilevel"/>
    <w:tmpl w:val="68169E0A"/>
    <w:lvl w:ilvl="0" w:tplc="3DCAC93A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465583"/>
    <w:multiLevelType w:val="hybridMultilevel"/>
    <w:tmpl w:val="A418C9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3A676A8"/>
    <w:multiLevelType w:val="hybridMultilevel"/>
    <w:tmpl w:val="7876DBAA"/>
    <w:lvl w:ilvl="0" w:tplc="730E6510">
      <w:start w:val="1"/>
      <w:numFmt w:val="lowerLetter"/>
      <w:lvlText w:val="%1."/>
      <w:lvlJc w:val="left"/>
      <w:pPr>
        <w:ind w:left="127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45F3B01"/>
    <w:multiLevelType w:val="hybridMultilevel"/>
    <w:tmpl w:val="16285F84"/>
    <w:lvl w:ilvl="0" w:tplc="C4EC4768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7B950C8"/>
    <w:multiLevelType w:val="hybridMultilevel"/>
    <w:tmpl w:val="133E8A3A"/>
    <w:lvl w:ilvl="0" w:tplc="92369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483840"/>
    <w:multiLevelType w:val="hybridMultilevel"/>
    <w:tmpl w:val="5A60A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F451E"/>
    <w:multiLevelType w:val="hybridMultilevel"/>
    <w:tmpl w:val="B57E15AE"/>
    <w:lvl w:ilvl="0" w:tplc="B2CA71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0" w15:restartNumberingAfterBreak="0">
    <w:nsid w:val="50C14F4A"/>
    <w:multiLevelType w:val="hybridMultilevel"/>
    <w:tmpl w:val="9DB490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4126C"/>
    <w:multiLevelType w:val="hybridMultilevel"/>
    <w:tmpl w:val="8166C6A4"/>
    <w:lvl w:ilvl="0" w:tplc="A07C5A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1D097F"/>
    <w:multiLevelType w:val="hybridMultilevel"/>
    <w:tmpl w:val="AFF2554E"/>
    <w:lvl w:ilvl="0" w:tplc="AD7E3C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30623"/>
    <w:multiLevelType w:val="hybridMultilevel"/>
    <w:tmpl w:val="364EC1A0"/>
    <w:lvl w:ilvl="0" w:tplc="1AFA4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33AF2"/>
    <w:multiLevelType w:val="hybridMultilevel"/>
    <w:tmpl w:val="7512AF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82D8B"/>
    <w:multiLevelType w:val="hybridMultilevel"/>
    <w:tmpl w:val="C78CE79E"/>
    <w:lvl w:ilvl="0" w:tplc="B60C98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94348"/>
    <w:multiLevelType w:val="hybridMultilevel"/>
    <w:tmpl w:val="D534B5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77759"/>
    <w:multiLevelType w:val="hybridMultilevel"/>
    <w:tmpl w:val="D37EFFB8"/>
    <w:lvl w:ilvl="0" w:tplc="0C9C3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672BC"/>
    <w:multiLevelType w:val="hybridMultilevel"/>
    <w:tmpl w:val="5B3A4E7A"/>
    <w:lvl w:ilvl="0" w:tplc="990E12F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F2661"/>
    <w:multiLevelType w:val="hybridMultilevel"/>
    <w:tmpl w:val="27262F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09428A"/>
    <w:multiLevelType w:val="hybridMultilevel"/>
    <w:tmpl w:val="01D008D0"/>
    <w:lvl w:ilvl="0" w:tplc="C2C0D006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13426AC"/>
    <w:multiLevelType w:val="hybridMultilevel"/>
    <w:tmpl w:val="C52E1A04"/>
    <w:lvl w:ilvl="0" w:tplc="5180ED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92A96"/>
    <w:multiLevelType w:val="hybridMultilevel"/>
    <w:tmpl w:val="AEC2EFC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C2C0D0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3C3FF2"/>
    <w:multiLevelType w:val="hybridMultilevel"/>
    <w:tmpl w:val="4100F35E"/>
    <w:lvl w:ilvl="0" w:tplc="13CCC1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07C5A32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9A285D3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9"/>
  </w:num>
  <w:num w:numId="3">
    <w:abstractNumId w:val="24"/>
  </w:num>
  <w:num w:numId="4">
    <w:abstractNumId w:val="13"/>
  </w:num>
  <w:num w:numId="5">
    <w:abstractNumId w:val="4"/>
  </w:num>
  <w:num w:numId="6">
    <w:abstractNumId w:val="21"/>
  </w:num>
  <w:num w:numId="7">
    <w:abstractNumId w:val="3"/>
  </w:num>
  <w:num w:numId="8">
    <w:abstractNumId w:val="14"/>
  </w:num>
  <w:num w:numId="9">
    <w:abstractNumId w:val="5"/>
  </w:num>
  <w:num w:numId="10">
    <w:abstractNumId w:val="19"/>
  </w:num>
  <w:num w:numId="11">
    <w:abstractNumId w:val="27"/>
  </w:num>
  <w:num w:numId="12">
    <w:abstractNumId w:val="0"/>
  </w:num>
  <w:num w:numId="13">
    <w:abstractNumId w:val="11"/>
  </w:num>
  <w:num w:numId="14">
    <w:abstractNumId w:val="30"/>
  </w:num>
  <w:num w:numId="15">
    <w:abstractNumId w:val="25"/>
  </w:num>
  <w:num w:numId="16">
    <w:abstractNumId w:val="23"/>
  </w:num>
  <w:num w:numId="17">
    <w:abstractNumId w:val="28"/>
  </w:num>
  <w:num w:numId="18">
    <w:abstractNumId w:val="8"/>
  </w:num>
  <w:num w:numId="19">
    <w:abstractNumId w:val="10"/>
  </w:num>
  <w:num w:numId="20">
    <w:abstractNumId w:val="9"/>
  </w:num>
  <w:num w:numId="21">
    <w:abstractNumId w:val="18"/>
  </w:num>
  <w:num w:numId="22">
    <w:abstractNumId w:val="20"/>
  </w:num>
  <w:num w:numId="23">
    <w:abstractNumId w:val="6"/>
  </w:num>
  <w:num w:numId="24">
    <w:abstractNumId w:val="33"/>
  </w:num>
  <w:num w:numId="25">
    <w:abstractNumId w:val="32"/>
  </w:num>
  <w:num w:numId="26">
    <w:abstractNumId w:val="16"/>
  </w:num>
  <w:num w:numId="27">
    <w:abstractNumId w:val="7"/>
  </w:num>
  <w:num w:numId="28">
    <w:abstractNumId w:val="1"/>
  </w:num>
  <w:num w:numId="29">
    <w:abstractNumId w:val="22"/>
  </w:num>
  <w:num w:numId="30">
    <w:abstractNumId w:val="12"/>
  </w:num>
  <w:num w:numId="31">
    <w:abstractNumId w:val="26"/>
  </w:num>
  <w:num w:numId="32">
    <w:abstractNumId w:val="2"/>
  </w:num>
  <w:num w:numId="33">
    <w:abstractNumId w:val="31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74"/>
    <w:rsid w:val="00070CA8"/>
    <w:rsid w:val="00083065"/>
    <w:rsid w:val="000936EE"/>
    <w:rsid w:val="000B02CA"/>
    <w:rsid w:val="000D67BA"/>
    <w:rsid w:val="000F627E"/>
    <w:rsid w:val="001008C1"/>
    <w:rsid w:val="001405A7"/>
    <w:rsid w:val="00195136"/>
    <w:rsid w:val="001A39D3"/>
    <w:rsid w:val="001A6501"/>
    <w:rsid w:val="001B46A5"/>
    <w:rsid w:val="001C1F32"/>
    <w:rsid w:val="001C3C69"/>
    <w:rsid w:val="0025534D"/>
    <w:rsid w:val="0026058B"/>
    <w:rsid w:val="00286DFA"/>
    <w:rsid w:val="002A567E"/>
    <w:rsid w:val="002C5192"/>
    <w:rsid w:val="0031249D"/>
    <w:rsid w:val="0031579A"/>
    <w:rsid w:val="003736BA"/>
    <w:rsid w:val="0038701F"/>
    <w:rsid w:val="003A513B"/>
    <w:rsid w:val="003F2721"/>
    <w:rsid w:val="003F5894"/>
    <w:rsid w:val="00423461"/>
    <w:rsid w:val="0043413F"/>
    <w:rsid w:val="0045472E"/>
    <w:rsid w:val="00455B73"/>
    <w:rsid w:val="004761EA"/>
    <w:rsid w:val="00477EFB"/>
    <w:rsid w:val="004A1FD8"/>
    <w:rsid w:val="004A480D"/>
    <w:rsid w:val="004B52ED"/>
    <w:rsid w:val="004B7EDD"/>
    <w:rsid w:val="004F0759"/>
    <w:rsid w:val="004F370C"/>
    <w:rsid w:val="00511A4B"/>
    <w:rsid w:val="00537A7E"/>
    <w:rsid w:val="00555FC9"/>
    <w:rsid w:val="00581951"/>
    <w:rsid w:val="005A6A2F"/>
    <w:rsid w:val="005B5939"/>
    <w:rsid w:val="005D148B"/>
    <w:rsid w:val="005E5488"/>
    <w:rsid w:val="00621FB9"/>
    <w:rsid w:val="006514F2"/>
    <w:rsid w:val="00653CD8"/>
    <w:rsid w:val="006621E5"/>
    <w:rsid w:val="006676A7"/>
    <w:rsid w:val="0068577F"/>
    <w:rsid w:val="006878B0"/>
    <w:rsid w:val="006966E8"/>
    <w:rsid w:val="006B3C41"/>
    <w:rsid w:val="00702079"/>
    <w:rsid w:val="007511B3"/>
    <w:rsid w:val="00767532"/>
    <w:rsid w:val="00784B4E"/>
    <w:rsid w:val="007F1B48"/>
    <w:rsid w:val="007F568C"/>
    <w:rsid w:val="0080421D"/>
    <w:rsid w:val="00830AC4"/>
    <w:rsid w:val="0083405A"/>
    <w:rsid w:val="00834572"/>
    <w:rsid w:val="00836475"/>
    <w:rsid w:val="008428C2"/>
    <w:rsid w:val="00864CB7"/>
    <w:rsid w:val="00880B56"/>
    <w:rsid w:val="008C5B5C"/>
    <w:rsid w:val="008F0494"/>
    <w:rsid w:val="008F5FA5"/>
    <w:rsid w:val="0091061D"/>
    <w:rsid w:val="00930787"/>
    <w:rsid w:val="00943200"/>
    <w:rsid w:val="00955694"/>
    <w:rsid w:val="009563C9"/>
    <w:rsid w:val="009640BC"/>
    <w:rsid w:val="00974AEA"/>
    <w:rsid w:val="009757E9"/>
    <w:rsid w:val="0099413B"/>
    <w:rsid w:val="009A2DC8"/>
    <w:rsid w:val="009D0B9D"/>
    <w:rsid w:val="009D6563"/>
    <w:rsid w:val="009E5627"/>
    <w:rsid w:val="009F1A62"/>
    <w:rsid w:val="00A011C3"/>
    <w:rsid w:val="00A051AD"/>
    <w:rsid w:val="00A35D34"/>
    <w:rsid w:val="00A50A3B"/>
    <w:rsid w:val="00A53897"/>
    <w:rsid w:val="00A63AD0"/>
    <w:rsid w:val="00A647E1"/>
    <w:rsid w:val="00A6706A"/>
    <w:rsid w:val="00A96DED"/>
    <w:rsid w:val="00AC6CAA"/>
    <w:rsid w:val="00AD773F"/>
    <w:rsid w:val="00AE6716"/>
    <w:rsid w:val="00B02672"/>
    <w:rsid w:val="00B0488E"/>
    <w:rsid w:val="00B06007"/>
    <w:rsid w:val="00B1461E"/>
    <w:rsid w:val="00B425B2"/>
    <w:rsid w:val="00B4450F"/>
    <w:rsid w:val="00B524FF"/>
    <w:rsid w:val="00B76C7D"/>
    <w:rsid w:val="00B94BF2"/>
    <w:rsid w:val="00BC4D49"/>
    <w:rsid w:val="00BD6094"/>
    <w:rsid w:val="00C02E96"/>
    <w:rsid w:val="00C25514"/>
    <w:rsid w:val="00C42AE4"/>
    <w:rsid w:val="00C6640C"/>
    <w:rsid w:val="00C71562"/>
    <w:rsid w:val="00C82D42"/>
    <w:rsid w:val="00C92FBB"/>
    <w:rsid w:val="00CB2B88"/>
    <w:rsid w:val="00CB2C74"/>
    <w:rsid w:val="00CB3F58"/>
    <w:rsid w:val="00CC3134"/>
    <w:rsid w:val="00CE5613"/>
    <w:rsid w:val="00D11A3D"/>
    <w:rsid w:val="00D25EE4"/>
    <w:rsid w:val="00D40541"/>
    <w:rsid w:val="00D55066"/>
    <w:rsid w:val="00D57237"/>
    <w:rsid w:val="00D7294C"/>
    <w:rsid w:val="00D8563A"/>
    <w:rsid w:val="00D92E7D"/>
    <w:rsid w:val="00DA1628"/>
    <w:rsid w:val="00DB1133"/>
    <w:rsid w:val="00DD116F"/>
    <w:rsid w:val="00DD2CFF"/>
    <w:rsid w:val="00E03627"/>
    <w:rsid w:val="00E10DB7"/>
    <w:rsid w:val="00E121DA"/>
    <w:rsid w:val="00E33A7B"/>
    <w:rsid w:val="00E55BE3"/>
    <w:rsid w:val="00E70C25"/>
    <w:rsid w:val="00E70ECF"/>
    <w:rsid w:val="00EA58EA"/>
    <w:rsid w:val="00EF16C8"/>
    <w:rsid w:val="00EF5297"/>
    <w:rsid w:val="00EF778F"/>
    <w:rsid w:val="00F07C05"/>
    <w:rsid w:val="00F103EB"/>
    <w:rsid w:val="00F375F0"/>
    <w:rsid w:val="00F54A7C"/>
    <w:rsid w:val="00F5729E"/>
    <w:rsid w:val="00F60228"/>
    <w:rsid w:val="00F660A1"/>
    <w:rsid w:val="00F92E31"/>
    <w:rsid w:val="00FA497D"/>
    <w:rsid w:val="00FC21F6"/>
    <w:rsid w:val="00FD51CF"/>
    <w:rsid w:val="00FF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2F5B5C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716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basedOn w:val="Normalny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semiHidden/>
    <w:qFormat/>
    <w:locked/>
    <w:rsid w:val="00B048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semiHidden/>
    <w:unhideWhenUsed/>
    <w:qFormat/>
    <w:rsid w:val="00B04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048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685A5-DFC4-4CD2-B993-18D43F32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4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Boryczka</dc:creator>
  <cp:keywords/>
  <dc:description/>
  <cp:lastModifiedBy>Aleksandra Kukuć.</cp:lastModifiedBy>
  <cp:revision>2</cp:revision>
  <cp:lastPrinted>2024-01-29T12:42:00Z</cp:lastPrinted>
  <dcterms:created xsi:type="dcterms:W3CDTF">2025-11-21T10:32:00Z</dcterms:created>
  <dcterms:modified xsi:type="dcterms:W3CDTF">2025-11-21T10:32:00Z</dcterms:modified>
</cp:coreProperties>
</file>